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2E2CF" w14:textId="1D7A26FB" w:rsidR="0061190D" w:rsidRPr="00EF0D98" w:rsidRDefault="00DF5331" w:rsidP="009C2E88">
      <w:pPr>
        <w:pStyle w:val="Ttol1"/>
      </w:pPr>
      <w:bookmarkStart w:id="0" w:name="_ANNEX_3"/>
      <w:bookmarkStart w:id="1" w:name="_ANNEX_4"/>
      <w:bookmarkStart w:id="2" w:name="_ANNEX_5"/>
      <w:bookmarkStart w:id="3" w:name="_Toc163735451"/>
      <w:bookmarkEnd w:id="0"/>
      <w:bookmarkEnd w:id="1"/>
      <w:bookmarkEnd w:id="2"/>
      <w:r w:rsidRPr="004F7B35">
        <w:t>AN</w:t>
      </w:r>
      <w:r w:rsidR="004F7B35" w:rsidRPr="004F7B35">
        <w:t>NEX 3</w:t>
      </w:r>
      <w:r w:rsidR="00474AFC" w:rsidRPr="004F7B35">
        <w:t>.1</w:t>
      </w:r>
      <w:bookmarkEnd w:id="3"/>
    </w:p>
    <w:p w14:paraId="6F405252" w14:textId="77777777" w:rsidR="00AE7B7D" w:rsidRPr="00EF0D98" w:rsidRDefault="00AE7B7D" w:rsidP="009C2E88"/>
    <w:p w14:paraId="10CF7A5D" w14:textId="645BE6D0" w:rsidR="00474AFC" w:rsidRPr="00763EF3" w:rsidRDefault="00474AFC" w:rsidP="00474AFC">
      <w:pPr>
        <w:pStyle w:val="Ttol"/>
      </w:pPr>
      <w:r w:rsidRPr="00763EF3">
        <w:t xml:space="preserve">MODEL D’OFERTA DE CRITERIS </w:t>
      </w:r>
      <w:r>
        <w:t>D’ADJUDICACIÓ AVALUABLES</w:t>
      </w:r>
      <w:r w:rsidRPr="00763EF3">
        <w:t xml:space="preserve"> MITJANÇANT L’APLICACIÓ DE FÓRMULES </w:t>
      </w:r>
      <w:r>
        <w:t>PEL LOT 1</w:t>
      </w:r>
    </w:p>
    <w:p w14:paraId="753F9FD7" w14:textId="448F55C6" w:rsidR="00871E4A" w:rsidRDefault="00871E4A" w:rsidP="009C2E88"/>
    <w:p w14:paraId="31F6F9D1" w14:textId="77777777" w:rsidR="007D5ECD" w:rsidRDefault="00297921" w:rsidP="001E180A">
      <w:pPr>
        <w:rPr>
          <w:b/>
          <w:bCs/>
        </w:rPr>
      </w:pPr>
      <w:r w:rsidRPr="00EF0D98">
        <w:rPr>
          <w:b/>
        </w:rPr>
        <w:t>[Nom i cognoms]</w:t>
      </w:r>
      <w:r w:rsidRPr="00EF0D98">
        <w:t xml:space="preserve">, i NIF </w:t>
      </w:r>
      <w:r w:rsidRPr="00EF0D98">
        <w:rPr>
          <w:b/>
        </w:rPr>
        <w:t>[núm. de NIF]</w:t>
      </w:r>
      <w:r w:rsidRPr="00EF0D98">
        <w:t xml:space="preserve">, </w:t>
      </w:r>
      <w:r w:rsidR="007D5ECD">
        <w:t>en</w:t>
      </w:r>
      <w:r w:rsidRPr="00EF0D98">
        <w:rPr>
          <w:b/>
        </w:rPr>
        <w:t xml:space="preserve"> </w:t>
      </w:r>
      <w:r w:rsidRPr="007D5ECD">
        <w:t>nom i representació de l’empresa</w:t>
      </w:r>
      <w:r w:rsidR="007D5ECD">
        <w:rPr>
          <w:b/>
        </w:rPr>
        <w:t xml:space="preserve"> [Nom de l’empresa</w:t>
      </w:r>
      <w:r w:rsidR="007D5ECD" w:rsidRPr="00EF0D98">
        <w:rPr>
          <w:b/>
        </w:rPr>
        <w:t>]</w:t>
      </w:r>
      <w:r w:rsidRPr="00EF0D98">
        <w:rPr>
          <w:b/>
        </w:rPr>
        <w:t xml:space="preserve"> </w:t>
      </w:r>
      <w:r w:rsidRPr="007D5ECD">
        <w:t>amb NIF</w:t>
      </w:r>
      <w:r w:rsidR="007D5ECD">
        <w:t xml:space="preserve"> </w:t>
      </w:r>
      <w:r w:rsidR="007D5ECD" w:rsidRPr="00EF0D98">
        <w:rPr>
          <w:b/>
        </w:rPr>
        <w:t>[núm. de NIF]</w:t>
      </w:r>
      <w:r w:rsidRPr="00EF0D98">
        <w:t xml:space="preserve">, </w:t>
      </w:r>
      <w:r w:rsidR="007D5ECD">
        <w:t xml:space="preserve">i domicili social </w:t>
      </w:r>
      <w:r w:rsidR="007D5ECD" w:rsidRPr="00EF0D98">
        <w:t xml:space="preserve">a </w:t>
      </w:r>
      <w:r w:rsidR="007D5ECD" w:rsidRPr="00EF0D98">
        <w:rPr>
          <w:b/>
        </w:rPr>
        <w:t>[adreça]</w:t>
      </w:r>
      <w:r w:rsidR="007D5ECD">
        <w:rPr>
          <w:b/>
        </w:rPr>
        <w:t>,</w:t>
      </w:r>
      <w:r w:rsidRPr="00EF0D98">
        <w:rPr>
          <w:b/>
        </w:rPr>
        <w:t xml:space="preserve"> respecte del lot núm. </w:t>
      </w:r>
      <w:r w:rsidR="00FE71C9">
        <w:rPr>
          <w:b/>
          <w:bCs/>
        </w:rPr>
        <w:t>1</w:t>
      </w:r>
      <w:r w:rsidR="00222863">
        <w:rPr>
          <w:b/>
          <w:bCs/>
        </w:rPr>
        <w:t xml:space="preserve"> - </w:t>
      </w:r>
      <w:r w:rsidR="00222863" w:rsidRPr="00222863">
        <w:rPr>
          <w:b/>
          <w:bCs/>
        </w:rPr>
        <w:t>Vida i accident</w:t>
      </w:r>
      <w:r w:rsidR="00222863">
        <w:rPr>
          <w:b/>
          <w:bCs/>
        </w:rPr>
        <w:t>,</w:t>
      </w:r>
      <w:r w:rsidR="001E180A">
        <w:rPr>
          <w:b/>
          <w:bCs/>
        </w:rPr>
        <w:t xml:space="preserve"> </w:t>
      </w:r>
    </w:p>
    <w:p w14:paraId="614AA5E1" w14:textId="77777777" w:rsidR="007D5ECD" w:rsidRDefault="007D5ECD" w:rsidP="001E180A">
      <w:pPr>
        <w:rPr>
          <w:b/>
          <w:bCs/>
        </w:rPr>
      </w:pPr>
    </w:p>
    <w:p w14:paraId="6202ECA9" w14:textId="0AF3A034" w:rsidR="00546A4B" w:rsidRPr="007D5ECD" w:rsidRDefault="007D5ECD" w:rsidP="001E180A">
      <w:pPr>
        <w:rPr>
          <w:b/>
        </w:rPr>
      </w:pPr>
      <w:r w:rsidRPr="007D5ECD">
        <w:rPr>
          <w:b/>
          <w:bCs/>
        </w:rPr>
        <w:t>DECLARO</w:t>
      </w:r>
      <w:r w:rsidR="001E180A" w:rsidRPr="007D5ECD">
        <w:rPr>
          <w:b/>
          <w:bCs/>
        </w:rPr>
        <w:t>:</w:t>
      </w:r>
    </w:p>
    <w:p w14:paraId="38C1F4B4" w14:textId="5AAAB587" w:rsidR="00297921" w:rsidRDefault="00297921" w:rsidP="001E180A">
      <w:pPr>
        <w:rPr>
          <w:b/>
        </w:rPr>
      </w:pPr>
      <w:r w:rsidRPr="00EF0D98">
        <w:t xml:space="preserve"> </w:t>
      </w:r>
    </w:p>
    <w:p w14:paraId="1396ACE2" w14:textId="443A1590" w:rsidR="001E180A" w:rsidRDefault="006434ED" w:rsidP="001E180A">
      <w:pPr>
        <w:pStyle w:val="Pargrafdellista"/>
        <w:numPr>
          <w:ilvl w:val="0"/>
          <w:numId w:val="84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Que conec l’</w:t>
      </w:r>
      <w:r w:rsidR="001E180A" w:rsidRPr="001E180A">
        <w:rPr>
          <w:rFonts w:ascii="Arial" w:hAnsi="Arial"/>
          <w:sz w:val="22"/>
          <w:szCs w:val="22"/>
        </w:rPr>
        <w:t>anunci publicat referent a la contractació de la cobertura d'asseguran</w:t>
      </w:r>
      <w:r>
        <w:rPr>
          <w:rFonts w:ascii="Arial" w:hAnsi="Arial"/>
          <w:sz w:val="22"/>
          <w:szCs w:val="22"/>
        </w:rPr>
        <w:t>ça objecte del lot</w:t>
      </w:r>
      <w:r w:rsidR="00186AEE">
        <w:rPr>
          <w:rFonts w:ascii="Arial" w:hAnsi="Arial"/>
          <w:sz w:val="22"/>
          <w:szCs w:val="22"/>
        </w:rPr>
        <w:t xml:space="preserve">, el plec de clàusules administratives particulars i </w:t>
      </w:r>
      <w:r w:rsidR="001E180A" w:rsidRPr="001E180A">
        <w:rPr>
          <w:rFonts w:ascii="Arial" w:hAnsi="Arial"/>
          <w:sz w:val="22"/>
          <w:szCs w:val="22"/>
        </w:rPr>
        <w:t>el de prescripcions tècniques que regeixen aquesta contractació, declarant que aquests plecs tenen caràcter contractual.</w:t>
      </w:r>
    </w:p>
    <w:p w14:paraId="0359FF7F" w14:textId="77777777" w:rsidR="00466217" w:rsidRDefault="00466217" w:rsidP="00466217">
      <w:pPr>
        <w:pStyle w:val="Pargrafdellista"/>
        <w:rPr>
          <w:rFonts w:ascii="Arial" w:hAnsi="Arial"/>
          <w:sz w:val="22"/>
          <w:szCs w:val="22"/>
        </w:rPr>
      </w:pPr>
    </w:p>
    <w:p w14:paraId="58C84252" w14:textId="57A0434C" w:rsidR="001E180A" w:rsidRDefault="001E180A" w:rsidP="001E180A">
      <w:pPr>
        <w:pStyle w:val="Pargrafdellista"/>
        <w:numPr>
          <w:ilvl w:val="0"/>
          <w:numId w:val="84"/>
        </w:numPr>
        <w:rPr>
          <w:rFonts w:ascii="Arial" w:hAnsi="Arial"/>
          <w:sz w:val="22"/>
          <w:szCs w:val="22"/>
        </w:rPr>
      </w:pPr>
      <w:r w:rsidRPr="001E180A">
        <w:rPr>
          <w:rFonts w:ascii="Arial" w:hAnsi="Arial"/>
          <w:sz w:val="22"/>
          <w:szCs w:val="22"/>
        </w:rPr>
        <w:t xml:space="preserve">Que el cost de la nostra oferta en base </w:t>
      </w:r>
      <w:r w:rsidR="006434ED">
        <w:rPr>
          <w:rFonts w:ascii="Arial" w:hAnsi="Arial"/>
          <w:sz w:val="22"/>
          <w:szCs w:val="22"/>
        </w:rPr>
        <w:t xml:space="preserve">en les condicions establertes en el plec de prescripcions tècniques </w:t>
      </w:r>
      <w:r w:rsidRPr="001E180A">
        <w:rPr>
          <w:rFonts w:ascii="Arial" w:hAnsi="Arial"/>
          <w:sz w:val="22"/>
          <w:szCs w:val="22"/>
        </w:rPr>
        <w:t>per a l’any 2025, és el següent:</w:t>
      </w:r>
    </w:p>
    <w:p w14:paraId="5A07B900" w14:textId="5E39B12B" w:rsidR="001E180A" w:rsidRDefault="001E180A" w:rsidP="001E180A">
      <w:pPr>
        <w:pStyle w:val="Pargrafdellista"/>
        <w:rPr>
          <w:rFonts w:ascii="Arial" w:hAnsi="Arial"/>
          <w:sz w:val="22"/>
          <w:szCs w:val="22"/>
        </w:rPr>
      </w:pPr>
    </w:p>
    <w:tbl>
      <w:tblPr>
        <w:tblStyle w:val="Taulaambq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4312"/>
        <w:gridCol w:w="4312"/>
      </w:tblGrid>
      <w:tr w:rsidR="001E180A" w14:paraId="7FDD7B2E" w14:textId="77777777" w:rsidTr="001E180A">
        <w:tc>
          <w:tcPr>
            <w:tcW w:w="4312" w:type="dxa"/>
          </w:tcPr>
          <w:p w14:paraId="2C526E40" w14:textId="77777777" w:rsidR="001E180A" w:rsidRDefault="001E180A" w:rsidP="001E180A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312" w:type="dxa"/>
          </w:tcPr>
          <w:p w14:paraId="715C600B" w14:textId="4E4C2AEA" w:rsidR="001E180A" w:rsidRDefault="001E180A" w:rsidP="001E180A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Import any 2025</w:t>
            </w:r>
          </w:p>
        </w:tc>
      </w:tr>
      <w:tr w:rsidR="001E180A" w14:paraId="019284BD" w14:textId="77777777" w:rsidTr="001E180A">
        <w:tc>
          <w:tcPr>
            <w:tcW w:w="4312" w:type="dxa"/>
          </w:tcPr>
          <w:p w14:paraId="6ECB9735" w14:textId="349D14AA" w:rsidR="001E180A" w:rsidRDefault="001E180A" w:rsidP="009C09A0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Prima neta anual</w:t>
            </w:r>
            <w:r w:rsidR="008D1BFF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4312" w:type="dxa"/>
          </w:tcPr>
          <w:p w14:paraId="1374C411" w14:textId="238AADB9" w:rsidR="001E180A" w:rsidRDefault="001E180A" w:rsidP="001E180A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........................ euros</w:t>
            </w:r>
          </w:p>
        </w:tc>
      </w:tr>
      <w:tr w:rsidR="001E180A" w14:paraId="06D12018" w14:textId="77777777" w:rsidTr="001E180A">
        <w:tc>
          <w:tcPr>
            <w:tcW w:w="4312" w:type="dxa"/>
          </w:tcPr>
          <w:p w14:paraId="2ECA4733" w14:textId="558D3B57" w:rsidR="001E180A" w:rsidRDefault="001E180A" w:rsidP="001E180A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 w:rsidRPr="001E180A">
              <w:rPr>
                <w:rFonts w:ascii="Arial" w:hAnsi="Arial"/>
                <w:sz w:val="22"/>
                <w:szCs w:val="22"/>
              </w:rPr>
              <w:t>Recàrrec i impostos</w:t>
            </w:r>
          </w:p>
        </w:tc>
        <w:tc>
          <w:tcPr>
            <w:tcW w:w="4312" w:type="dxa"/>
          </w:tcPr>
          <w:p w14:paraId="211A3E34" w14:textId="67DEF784" w:rsidR="001E180A" w:rsidRDefault="001E180A" w:rsidP="001E180A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........................ euros</w:t>
            </w:r>
          </w:p>
        </w:tc>
      </w:tr>
      <w:tr w:rsidR="001E180A" w14:paraId="0971AC77" w14:textId="77777777" w:rsidTr="001E180A">
        <w:tc>
          <w:tcPr>
            <w:tcW w:w="4312" w:type="dxa"/>
          </w:tcPr>
          <w:p w14:paraId="1FC8EBF9" w14:textId="262A5B83" w:rsidR="001E180A" w:rsidRDefault="001E180A" w:rsidP="001E180A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TOTAL</w:t>
            </w:r>
          </w:p>
        </w:tc>
        <w:tc>
          <w:tcPr>
            <w:tcW w:w="4312" w:type="dxa"/>
          </w:tcPr>
          <w:p w14:paraId="7A116C38" w14:textId="6FCA657B" w:rsidR="001E180A" w:rsidRDefault="001E180A" w:rsidP="001E180A">
            <w:pPr>
              <w:pStyle w:val="Pargrafdellista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........................ euros</w:t>
            </w:r>
          </w:p>
        </w:tc>
      </w:tr>
    </w:tbl>
    <w:p w14:paraId="664EA3B3" w14:textId="77777777" w:rsidR="001E180A" w:rsidRDefault="001E180A" w:rsidP="001E180A">
      <w:pPr>
        <w:pStyle w:val="Pargrafdellista"/>
        <w:rPr>
          <w:rFonts w:ascii="Arial" w:hAnsi="Arial"/>
          <w:sz w:val="22"/>
          <w:szCs w:val="22"/>
        </w:rPr>
      </w:pPr>
    </w:p>
    <w:p w14:paraId="0C895A02" w14:textId="2EAB57DF" w:rsidR="001E180A" w:rsidRDefault="001E180A" w:rsidP="001E180A">
      <w:pPr>
        <w:pStyle w:val="Pargrafdellista"/>
        <w:numPr>
          <w:ilvl w:val="0"/>
          <w:numId w:val="84"/>
        </w:numPr>
        <w:rPr>
          <w:rFonts w:ascii="Arial" w:hAnsi="Arial"/>
          <w:sz w:val="22"/>
          <w:szCs w:val="22"/>
        </w:rPr>
      </w:pPr>
      <w:r w:rsidRPr="001E180A">
        <w:rPr>
          <w:rFonts w:ascii="Arial" w:hAnsi="Arial"/>
          <w:sz w:val="22"/>
          <w:szCs w:val="22"/>
        </w:rPr>
        <w:t>Que el cost anual ofert està calculat en base a les tarifes que s’adjunten en el full annex.</w:t>
      </w:r>
    </w:p>
    <w:p w14:paraId="7E56CA58" w14:textId="77777777" w:rsidR="00466217" w:rsidRDefault="00466217" w:rsidP="00466217">
      <w:pPr>
        <w:pStyle w:val="Pargrafdellista"/>
        <w:rPr>
          <w:rFonts w:ascii="Arial" w:hAnsi="Arial"/>
          <w:sz w:val="22"/>
          <w:szCs w:val="22"/>
        </w:rPr>
      </w:pPr>
    </w:p>
    <w:p w14:paraId="3C96EA65" w14:textId="3A42A755" w:rsidR="001E180A" w:rsidRPr="00466217" w:rsidRDefault="001E180A" w:rsidP="00885254">
      <w:pPr>
        <w:pStyle w:val="Pargrafdellista"/>
        <w:numPr>
          <w:ilvl w:val="0"/>
          <w:numId w:val="84"/>
        </w:numPr>
      </w:pPr>
      <w:r w:rsidRPr="001E180A">
        <w:rPr>
          <w:rFonts w:ascii="Arial" w:hAnsi="Arial"/>
          <w:sz w:val="22"/>
          <w:szCs w:val="22"/>
        </w:rPr>
        <w:t>Que de conformitat al contingut del</w:t>
      </w:r>
      <w:r w:rsidR="00885254">
        <w:rPr>
          <w:rFonts w:ascii="Arial" w:hAnsi="Arial"/>
          <w:sz w:val="22"/>
          <w:szCs w:val="22"/>
        </w:rPr>
        <w:t>s plecs</w:t>
      </w:r>
      <w:r w:rsidRPr="001E180A">
        <w:rPr>
          <w:rFonts w:ascii="Arial" w:hAnsi="Arial"/>
          <w:sz w:val="22"/>
          <w:szCs w:val="22"/>
        </w:rPr>
        <w:t xml:space="preserve"> que regeix aquesta contractació, dins del cost ofert no es contempla retribució, de cap mena, per al mediador de l’assegurança</w:t>
      </w:r>
      <w:r w:rsidR="00466217">
        <w:rPr>
          <w:rFonts w:ascii="Arial" w:hAnsi="Arial"/>
          <w:sz w:val="22"/>
          <w:szCs w:val="22"/>
        </w:rPr>
        <w:t>.</w:t>
      </w:r>
    </w:p>
    <w:p w14:paraId="32E4E089" w14:textId="77777777" w:rsidR="00466217" w:rsidRPr="007D5ECD" w:rsidRDefault="00466217" w:rsidP="00466217">
      <w:pPr>
        <w:pStyle w:val="Pargrafdellista"/>
      </w:pPr>
    </w:p>
    <w:p w14:paraId="101686EF" w14:textId="16423E8F" w:rsidR="007D5ECD" w:rsidRPr="001E180A" w:rsidRDefault="007D5ECD" w:rsidP="00885254">
      <w:pPr>
        <w:pStyle w:val="Pargrafdellista"/>
        <w:numPr>
          <w:ilvl w:val="0"/>
          <w:numId w:val="84"/>
        </w:numPr>
      </w:pPr>
      <w:r>
        <w:rPr>
          <w:rFonts w:ascii="Arial" w:hAnsi="Arial"/>
          <w:sz w:val="22"/>
          <w:szCs w:val="22"/>
        </w:rPr>
        <w:t xml:space="preserve">Que ofereixo les millores següents: </w:t>
      </w:r>
    </w:p>
    <w:p w14:paraId="0D74F383" w14:textId="1273BC42" w:rsidR="00BA6E93" w:rsidRPr="007D5ECD" w:rsidRDefault="00C1690A" w:rsidP="00843DBA">
      <w:pPr>
        <w:ind w:left="709"/>
        <w:rPr>
          <w:i/>
          <w:sz w:val="18"/>
          <w:szCs w:val="18"/>
        </w:rPr>
      </w:pPr>
      <w:r w:rsidRPr="007D5ECD">
        <w:rPr>
          <w:i/>
          <w:sz w:val="18"/>
          <w:szCs w:val="18"/>
        </w:rPr>
        <w:t xml:space="preserve">Completar el requadre segons les sumes assegurades o límits d’indemnització oferts pels conceptes que es detallen en la taula següent. En el cas de no </w:t>
      </w:r>
      <w:r>
        <w:rPr>
          <w:i/>
          <w:sz w:val="18"/>
          <w:szCs w:val="18"/>
        </w:rPr>
        <w:t xml:space="preserve">indicar res, s’entendrà que no s’ha </w:t>
      </w:r>
      <w:r w:rsidRPr="007D5ECD">
        <w:rPr>
          <w:i/>
          <w:sz w:val="18"/>
          <w:szCs w:val="18"/>
        </w:rPr>
        <w:t>ofe</w:t>
      </w:r>
      <w:r>
        <w:rPr>
          <w:i/>
          <w:sz w:val="18"/>
          <w:szCs w:val="18"/>
        </w:rPr>
        <w:t>rt</w:t>
      </w:r>
      <w:r w:rsidRPr="007D5ECD">
        <w:rPr>
          <w:i/>
          <w:sz w:val="18"/>
          <w:szCs w:val="18"/>
        </w:rPr>
        <w:t xml:space="preserve"> cap millora respecte a les sumes assegurades i límits d’indemnització establerts</w:t>
      </w:r>
      <w:r>
        <w:rPr>
          <w:i/>
          <w:sz w:val="18"/>
          <w:szCs w:val="18"/>
        </w:rPr>
        <w:t xml:space="preserve"> al plec de prescripcions.</w:t>
      </w:r>
    </w:p>
    <w:tbl>
      <w:tblPr>
        <w:tblStyle w:val="Taulaambquadrcula"/>
        <w:tblpPr w:leftFromText="141" w:rightFromText="141" w:vertAnchor="text" w:horzAnchor="page" w:tblpX="2094" w:tblpY="129"/>
        <w:tblW w:w="8647" w:type="dxa"/>
        <w:tblLook w:val="04A0" w:firstRow="1" w:lastRow="0" w:firstColumn="1" w:lastColumn="0" w:noHBand="0" w:noVBand="1"/>
      </w:tblPr>
      <w:tblGrid>
        <w:gridCol w:w="6783"/>
        <w:gridCol w:w="1864"/>
      </w:tblGrid>
      <w:tr w:rsidR="007D5ECD" w14:paraId="71E0A4C8" w14:textId="77777777" w:rsidTr="007D5ECD">
        <w:trPr>
          <w:trHeight w:val="243"/>
        </w:trPr>
        <w:tc>
          <w:tcPr>
            <w:tcW w:w="6783" w:type="dxa"/>
          </w:tcPr>
          <w:p w14:paraId="12B34896" w14:textId="77777777" w:rsidR="007D5ECD" w:rsidRDefault="007D5ECD" w:rsidP="007D5ECD"/>
        </w:tc>
        <w:tc>
          <w:tcPr>
            <w:tcW w:w="1864" w:type="dxa"/>
          </w:tcPr>
          <w:p w14:paraId="02F45154" w14:textId="77777777" w:rsidR="007D5ECD" w:rsidRDefault="007D5ECD" w:rsidP="007D5ECD">
            <w:pPr>
              <w:jc w:val="center"/>
            </w:pPr>
            <w:r w:rsidRPr="00D83C1B">
              <w:rPr>
                <w:b/>
              </w:rPr>
              <w:t>Import ofert</w:t>
            </w:r>
          </w:p>
        </w:tc>
      </w:tr>
      <w:tr w:rsidR="007D5ECD" w14:paraId="3BE39596" w14:textId="77777777" w:rsidTr="007D5ECD">
        <w:trPr>
          <w:trHeight w:val="985"/>
        </w:trPr>
        <w:tc>
          <w:tcPr>
            <w:tcW w:w="6783" w:type="dxa"/>
          </w:tcPr>
          <w:p w14:paraId="521E7F5F" w14:textId="77777777" w:rsidR="007D5ECD" w:rsidRDefault="007D5ECD" w:rsidP="007D5ECD">
            <w:r>
              <w:t>Suma assegurada en cas de mort, d’invalidesa absoluta o total per qualsevol causa (</w:t>
            </w:r>
            <w:r w:rsidRPr="005B5F5F">
              <w:rPr>
                <w:i/>
              </w:rPr>
              <w:t>la suma assegurada mínima és de 30.000 euros d’acord amb la prescripció setena dels plecs de prescripcions tècniques del lot 1</w:t>
            </w:r>
            <w:r>
              <w:t>)</w:t>
            </w:r>
          </w:p>
        </w:tc>
        <w:tc>
          <w:tcPr>
            <w:tcW w:w="1864" w:type="dxa"/>
          </w:tcPr>
          <w:p w14:paraId="770953DF" w14:textId="77777777" w:rsidR="007D5ECD" w:rsidRDefault="007D5ECD" w:rsidP="007D5ECD"/>
        </w:tc>
      </w:tr>
      <w:tr w:rsidR="007D5ECD" w14:paraId="779927CC" w14:textId="77777777" w:rsidTr="007D5ECD">
        <w:trPr>
          <w:trHeight w:val="1239"/>
        </w:trPr>
        <w:tc>
          <w:tcPr>
            <w:tcW w:w="6783" w:type="dxa"/>
          </w:tcPr>
          <w:p w14:paraId="24EE73D6" w14:textId="7242010A" w:rsidR="007D5ECD" w:rsidRPr="00443DF5" w:rsidRDefault="007D5ECD" w:rsidP="007D5ECD">
            <w:pPr>
              <w:rPr>
                <w:i/>
              </w:rPr>
            </w:pPr>
            <w:r>
              <w:t>Suma assegurada</w:t>
            </w:r>
            <w:r w:rsidR="0049053C">
              <w:t xml:space="preserve"> complementària</w:t>
            </w:r>
            <w:r>
              <w:t xml:space="preserve"> en cas que la causa de mort, d’invalidesa absoluta o d’invalidesa total sigui per accident (</w:t>
            </w:r>
            <w:r>
              <w:rPr>
                <w:i/>
              </w:rPr>
              <w:t xml:space="preserve">la suma </w:t>
            </w:r>
            <w:r w:rsidRPr="005B5F5F">
              <w:rPr>
                <w:i/>
              </w:rPr>
              <w:t>complementària assegurada mínima és de 30.000 euros d’acord amb la prescripció setena</w:t>
            </w:r>
            <w:r>
              <w:rPr>
                <w:i/>
              </w:rPr>
              <w:t xml:space="preserve"> </w:t>
            </w:r>
            <w:r w:rsidRPr="005B5F5F">
              <w:rPr>
                <w:i/>
              </w:rPr>
              <w:t>del plec de prescripcions tècniques del lot 1</w:t>
            </w:r>
            <w:r>
              <w:t>)</w:t>
            </w:r>
          </w:p>
        </w:tc>
        <w:tc>
          <w:tcPr>
            <w:tcW w:w="1864" w:type="dxa"/>
          </w:tcPr>
          <w:p w14:paraId="6ADE9223" w14:textId="77777777" w:rsidR="007D5ECD" w:rsidRDefault="007D5ECD" w:rsidP="007D5ECD"/>
        </w:tc>
      </w:tr>
      <w:tr w:rsidR="007D5ECD" w14:paraId="475B1054" w14:textId="77777777" w:rsidTr="007D5ECD">
        <w:trPr>
          <w:trHeight w:val="741"/>
        </w:trPr>
        <w:tc>
          <w:tcPr>
            <w:tcW w:w="6783" w:type="dxa"/>
          </w:tcPr>
          <w:p w14:paraId="4998AA48" w14:textId="77777777" w:rsidR="007D5ECD" w:rsidRDefault="007D5ECD" w:rsidP="007D5ECD">
            <w:pPr>
              <w:tabs>
                <w:tab w:val="left" w:pos="1703"/>
              </w:tabs>
              <w:jc w:val="both"/>
            </w:pPr>
            <w:r>
              <w:t>Límit d’indemnització per sinistre (</w:t>
            </w:r>
            <w:r w:rsidRPr="005B5F5F">
              <w:rPr>
                <w:i/>
              </w:rPr>
              <w:t>el límit d’indemnització per sinistre exigit és de 390.000 euros d’acord amb la prescripció sisena del plec de prescripcions tècniques del lot 1</w:t>
            </w:r>
            <w:r>
              <w:t>)</w:t>
            </w:r>
            <w:r>
              <w:tab/>
            </w:r>
          </w:p>
        </w:tc>
        <w:tc>
          <w:tcPr>
            <w:tcW w:w="1864" w:type="dxa"/>
          </w:tcPr>
          <w:p w14:paraId="00C958AA" w14:textId="77777777" w:rsidR="007D5ECD" w:rsidRDefault="007D5ECD" w:rsidP="007D5ECD"/>
        </w:tc>
      </w:tr>
    </w:tbl>
    <w:p w14:paraId="3756A56E" w14:textId="77777777" w:rsidR="00143B4C" w:rsidRPr="00211E1D" w:rsidRDefault="00143B4C" w:rsidP="00143B4C">
      <w:pPr>
        <w:pStyle w:val="Pargrafdellista"/>
        <w:rPr>
          <w:rFonts w:ascii="Arial" w:hAnsi="Arial"/>
          <w:sz w:val="22"/>
          <w:szCs w:val="22"/>
        </w:rPr>
      </w:pPr>
    </w:p>
    <w:p w14:paraId="5E6DC364" w14:textId="77777777" w:rsidR="00211E1D" w:rsidRDefault="00297921" w:rsidP="00297921">
      <w:r w:rsidRPr="00474AFC">
        <w:t>I per què consti, signo aquesta oferta.</w:t>
      </w:r>
    </w:p>
    <w:p w14:paraId="4584B39D" w14:textId="608D0B3A" w:rsidR="00997FD2" w:rsidRDefault="007D5ECD" w:rsidP="007D5ECD">
      <w:pPr>
        <w:rPr>
          <w:highlight w:val="yellow"/>
        </w:rPr>
      </w:pPr>
      <w:r>
        <w:rPr>
          <w:b/>
        </w:rPr>
        <w:t>[Signatura digital</w:t>
      </w:r>
      <w:r w:rsidR="00B27551">
        <w:rPr>
          <w:b/>
        </w:rPr>
        <w:t>]</w:t>
      </w:r>
    </w:p>
    <w:p w14:paraId="05ED6087" w14:textId="7E9CDB07" w:rsidR="00885254" w:rsidRDefault="00885254" w:rsidP="00885254">
      <w:pPr>
        <w:rPr>
          <w:highlight w:val="yellow"/>
        </w:rPr>
      </w:pPr>
    </w:p>
    <w:p w14:paraId="0D8248C2" w14:textId="14F2937B" w:rsidR="007D5ECD" w:rsidRDefault="007D5ECD">
      <w:pPr>
        <w:rPr>
          <w:b/>
          <w:bCs/>
          <w:snapToGrid/>
        </w:rPr>
      </w:pPr>
    </w:p>
    <w:p w14:paraId="310FBFB3" w14:textId="7F6BACF8" w:rsidR="00466217" w:rsidRDefault="00466217">
      <w:pPr>
        <w:rPr>
          <w:b/>
          <w:bCs/>
          <w:snapToGrid/>
        </w:rPr>
      </w:pPr>
      <w:bookmarkStart w:id="4" w:name="_GoBack"/>
      <w:bookmarkEnd w:id="4"/>
    </w:p>
    <w:sectPr w:rsidR="00466217" w:rsidSect="00226A8B">
      <w:headerReference w:type="default" r:id="rId8"/>
      <w:pgSz w:w="11906" w:h="16838"/>
      <w:pgMar w:top="1701" w:right="1134" w:bottom="1134" w:left="1418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487CC" w14:textId="77777777" w:rsidR="00D26679" w:rsidRDefault="00D26679" w:rsidP="009C2E88">
      <w:r>
        <w:separator/>
      </w:r>
    </w:p>
  </w:endnote>
  <w:endnote w:type="continuationSeparator" w:id="0">
    <w:p w14:paraId="56AEE935" w14:textId="77777777" w:rsidR="00D26679" w:rsidRDefault="00D26679" w:rsidP="009C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1AAFC" w14:textId="77777777" w:rsidR="00D26679" w:rsidRDefault="00D26679" w:rsidP="009C2E88">
      <w:r>
        <w:separator/>
      </w:r>
    </w:p>
  </w:footnote>
  <w:footnote w:type="continuationSeparator" w:id="0">
    <w:p w14:paraId="674A9BA2" w14:textId="77777777" w:rsidR="00D26679" w:rsidRDefault="00D26679" w:rsidP="009C2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9B908" w14:textId="68335CE0" w:rsidR="00D26679" w:rsidRDefault="00D26679" w:rsidP="009C2E88">
    <w:pPr>
      <w:pStyle w:val="Capalera"/>
    </w:pPr>
    <w:r w:rsidRPr="00830CE0">
      <w:rPr>
        <w:noProof/>
        <w:lang w:eastAsia="ca-ES"/>
      </w:rPr>
      <w:drawing>
        <wp:anchor distT="0" distB="0" distL="114300" distR="114300" simplePos="0" relativeHeight="251660288" behindDoc="0" locked="0" layoutInCell="1" allowOverlap="1" wp14:anchorId="157EE60E" wp14:editId="404C510C">
          <wp:simplePos x="0" y="0"/>
          <wp:positionH relativeFrom="column">
            <wp:posOffset>5138420</wp:posOffset>
          </wp:positionH>
          <wp:positionV relativeFrom="paragraph">
            <wp:posOffset>-173355</wp:posOffset>
          </wp:positionV>
          <wp:extent cx="768350" cy="457200"/>
          <wp:effectExtent l="0" t="0" r="0" b="0"/>
          <wp:wrapNone/>
          <wp:docPr id="5" name="1 Imagen" descr="Logotip de la marca Catalunya" title="Logotip de la marca Catalu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CA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835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0CE0"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4ACE0869" wp14:editId="5D256FD2">
          <wp:simplePos x="0" y="0"/>
          <wp:positionH relativeFrom="column">
            <wp:posOffset>-177165</wp:posOffset>
          </wp:positionH>
          <wp:positionV relativeFrom="paragraph">
            <wp:posOffset>-116840</wp:posOffset>
          </wp:positionV>
          <wp:extent cx="2813050" cy="371475"/>
          <wp:effectExtent l="0" t="0" r="6350" b="9525"/>
          <wp:wrapTight wrapText="bothSides">
            <wp:wrapPolygon edited="0">
              <wp:start x="0" y="0"/>
              <wp:lineTo x="0" y="21046"/>
              <wp:lineTo x="21502" y="21046"/>
              <wp:lineTo x="21502" y="0"/>
              <wp:lineTo x="0" y="0"/>
            </wp:wrapPolygon>
          </wp:wrapTight>
          <wp:docPr id="6" name="Imagen 2" descr="Logotip de l'Agència Catalana de Turisme" title="Logotip Agència Catalana de Turis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39399590S\Documents\ARXIUS_EPS\LOGOTIPS\act_h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D58"/>
    <w:multiLevelType w:val="hybridMultilevel"/>
    <w:tmpl w:val="A77E0CD2"/>
    <w:lvl w:ilvl="0" w:tplc="33CEABF6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C07AD"/>
    <w:multiLevelType w:val="hybridMultilevel"/>
    <w:tmpl w:val="E53E069A"/>
    <w:lvl w:ilvl="0" w:tplc="64EE6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67313"/>
    <w:multiLevelType w:val="hybridMultilevel"/>
    <w:tmpl w:val="CAD86392"/>
    <w:lvl w:ilvl="0" w:tplc="64EE6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0145A"/>
    <w:multiLevelType w:val="hybridMultilevel"/>
    <w:tmpl w:val="ECAAE19C"/>
    <w:lvl w:ilvl="0" w:tplc="F050EF9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B04C35"/>
    <w:multiLevelType w:val="hybridMultilevel"/>
    <w:tmpl w:val="9D6A7EBE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5410834"/>
    <w:multiLevelType w:val="hybridMultilevel"/>
    <w:tmpl w:val="C74AD9B6"/>
    <w:lvl w:ilvl="0" w:tplc="56CC5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64556"/>
    <w:multiLevelType w:val="hybridMultilevel"/>
    <w:tmpl w:val="D01C4C14"/>
    <w:lvl w:ilvl="0" w:tplc="FBAEF7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06384"/>
    <w:multiLevelType w:val="hybridMultilevel"/>
    <w:tmpl w:val="7CF8A932"/>
    <w:lvl w:ilvl="0" w:tplc="7E9229F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C532B"/>
    <w:multiLevelType w:val="hybridMultilevel"/>
    <w:tmpl w:val="BB1A6BB2"/>
    <w:lvl w:ilvl="0" w:tplc="20D4D2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C669C"/>
    <w:multiLevelType w:val="hybridMultilevel"/>
    <w:tmpl w:val="200A8972"/>
    <w:lvl w:ilvl="0" w:tplc="59403E40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B6749E"/>
    <w:multiLevelType w:val="hybridMultilevel"/>
    <w:tmpl w:val="5702643E"/>
    <w:lvl w:ilvl="0" w:tplc="7E9229F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46980"/>
    <w:multiLevelType w:val="hybridMultilevel"/>
    <w:tmpl w:val="425AEBF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149E8"/>
    <w:multiLevelType w:val="hybridMultilevel"/>
    <w:tmpl w:val="5EDA453E"/>
    <w:lvl w:ilvl="0" w:tplc="EB4680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02E7B"/>
    <w:multiLevelType w:val="hybridMultilevel"/>
    <w:tmpl w:val="5C102BF8"/>
    <w:lvl w:ilvl="0" w:tplc="7E9229F8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  <w:color w:val="000000"/>
      </w:rPr>
    </w:lvl>
    <w:lvl w:ilvl="1" w:tplc="7E9229F8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  <w:color w:val="000000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D43518"/>
    <w:multiLevelType w:val="hybridMultilevel"/>
    <w:tmpl w:val="4CAA63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3C2F"/>
    <w:multiLevelType w:val="hybridMultilevel"/>
    <w:tmpl w:val="96ACE698"/>
    <w:lvl w:ilvl="0" w:tplc="E0E424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47518"/>
    <w:multiLevelType w:val="multilevel"/>
    <w:tmpl w:val="E2C2BF2E"/>
    <w:lvl w:ilvl="0">
      <w:start w:val="1"/>
      <w:numFmt w:val="decimal"/>
      <w:pStyle w:val="Ttol2"/>
      <w:lvlText w:val="%1."/>
      <w:lvlJc w:val="left"/>
      <w:pPr>
        <w:ind w:left="8015" w:hanging="360"/>
      </w:pPr>
      <w:rPr>
        <w:rFonts w:hint="default"/>
        <w:b/>
        <w:i w:val="0"/>
      </w:rPr>
    </w:lvl>
    <w:lvl w:ilvl="1">
      <w:start w:val="1"/>
      <w:numFmt w:val="decimal"/>
      <w:pStyle w:val="Ttol3"/>
      <w:suff w:val="space"/>
      <w:lvlText w:val="%1.%2"/>
      <w:lvlJc w:val="left"/>
      <w:pPr>
        <w:ind w:left="360" w:hanging="360"/>
      </w:pPr>
      <w:rPr>
        <w:rFonts w:ascii="Arial" w:hAnsi="Arial" w:cs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 w15:restartNumberingAfterBreak="0">
    <w:nsid w:val="3B9920D5"/>
    <w:multiLevelType w:val="hybridMultilevel"/>
    <w:tmpl w:val="899EE5C0"/>
    <w:lvl w:ilvl="0" w:tplc="EE96A8D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D681269"/>
    <w:multiLevelType w:val="hybridMultilevel"/>
    <w:tmpl w:val="E20225DE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F5B487F"/>
    <w:multiLevelType w:val="hybridMultilevel"/>
    <w:tmpl w:val="085AD952"/>
    <w:lvl w:ilvl="0" w:tplc="1D6E744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3182A"/>
    <w:multiLevelType w:val="hybridMultilevel"/>
    <w:tmpl w:val="6FD25400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50191"/>
    <w:multiLevelType w:val="hybridMultilevel"/>
    <w:tmpl w:val="2B6E648C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67953B3"/>
    <w:multiLevelType w:val="hybridMultilevel"/>
    <w:tmpl w:val="5DBA3F4C"/>
    <w:lvl w:ilvl="0" w:tplc="38F2E398">
      <w:start w:val="7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3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47F3084D"/>
    <w:multiLevelType w:val="hybridMultilevel"/>
    <w:tmpl w:val="AF4C694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F168F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85873"/>
    <w:multiLevelType w:val="hybridMultilevel"/>
    <w:tmpl w:val="B8EA96B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85AC6"/>
    <w:multiLevelType w:val="hybridMultilevel"/>
    <w:tmpl w:val="BF1AF110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52523"/>
    <w:multiLevelType w:val="hybridMultilevel"/>
    <w:tmpl w:val="DA3E0F0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0C1AEC"/>
    <w:multiLevelType w:val="hybridMultilevel"/>
    <w:tmpl w:val="E52687A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97582"/>
    <w:multiLevelType w:val="hybridMultilevel"/>
    <w:tmpl w:val="BE5C4F7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80DA4"/>
    <w:multiLevelType w:val="hybridMultilevel"/>
    <w:tmpl w:val="371C8BD8"/>
    <w:lvl w:ilvl="0" w:tplc="64EE6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B811FE"/>
    <w:multiLevelType w:val="hybridMultilevel"/>
    <w:tmpl w:val="E7089DC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8313F"/>
    <w:multiLevelType w:val="hybridMultilevel"/>
    <w:tmpl w:val="07DCCE3E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57522430"/>
    <w:multiLevelType w:val="hybridMultilevel"/>
    <w:tmpl w:val="E042E54C"/>
    <w:lvl w:ilvl="0" w:tplc="1D3625C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F17AB3"/>
    <w:multiLevelType w:val="hybridMultilevel"/>
    <w:tmpl w:val="6714D8A0"/>
    <w:lvl w:ilvl="0" w:tplc="FCE45B78">
      <w:start w:val="1"/>
      <w:numFmt w:val="upperLetter"/>
      <w:pStyle w:val="Subtto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961D79"/>
    <w:multiLevelType w:val="hybridMultilevel"/>
    <w:tmpl w:val="B806515C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FC0AD2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F423BE"/>
    <w:multiLevelType w:val="hybridMultilevel"/>
    <w:tmpl w:val="B10A7AF2"/>
    <w:lvl w:ilvl="0" w:tplc="8D72CC2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492C7D"/>
    <w:multiLevelType w:val="hybridMultilevel"/>
    <w:tmpl w:val="1F42A6FA"/>
    <w:lvl w:ilvl="0" w:tplc="56CC5E0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11141C"/>
    <w:multiLevelType w:val="hybridMultilevel"/>
    <w:tmpl w:val="5FF6DD78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03207B"/>
    <w:multiLevelType w:val="hybridMultilevel"/>
    <w:tmpl w:val="9DC404F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3288B"/>
    <w:multiLevelType w:val="hybridMultilevel"/>
    <w:tmpl w:val="393E586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E0119"/>
    <w:multiLevelType w:val="hybridMultilevel"/>
    <w:tmpl w:val="A5B22B1A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954A27"/>
    <w:multiLevelType w:val="hybridMultilevel"/>
    <w:tmpl w:val="53B6E150"/>
    <w:lvl w:ilvl="0" w:tplc="F050EF9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BBF2362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01F44"/>
    <w:multiLevelType w:val="hybridMultilevel"/>
    <w:tmpl w:val="492EE746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F107029"/>
    <w:multiLevelType w:val="hybridMultilevel"/>
    <w:tmpl w:val="37CCFC5E"/>
    <w:lvl w:ilvl="0" w:tplc="F050EF9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FBD3E0A"/>
    <w:multiLevelType w:val="hybridMultilevel"/>
    <w:tmpl w:val="EDC2A9C2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4"/>
  </w:num>
  <w:num w:numId="3">
    <w:abstractNumId w:val="42"/>
  </w:num>
  <w:num w:numId="4">
    <w:abstractNumId w:val="46"/>
  </w:num>
  <w:num w:numId="5">
    <w:abstractNumId w:val="25"/>
  </w:num>
  <w:num w:numId="6">
    <w:abstractNumId w:val="2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8"/>
  </w:num>
  <w:num w:numId="10">
    <w:abstractNumId w:val="4"/>
  </w:num>
  <w:num w:numId="11">
    <w:abstractNumId w:val="3"/>
  </w:num>
  <w:num w:numId="12">
    <w:abstractNumId w:val="33"/>
  </w:num>
  <w:num w:numId="13">
    <w:abstractNumId w:val="32"/>
  </w:num>
  <w:num w:numId="14">
    <w:abstractNumId w:val="0"/>
  </w:num>
  <w:num w:numId="15">
    <w:abstractNumId w:val="5"/>
  </w:num>
  <w:num w:numId="16">
    <w:abstractNumId w:val="16"/>
  </w:num>
  <w:num w:numId="17">
    <w:abstractNumId w:val="17"/>
  </w:num>
  <w:num w:numId="18">
    <w:abstractNumId w:val="22"/>
  </w:num>
  <w:num w:numId="19">
    <w:abstractNumId w:val="10"/>
  </w:num>
  <w:num w:numId="20">
    <w:abstractNumId w:val="18"/>
  </w:num>
  <w:num w:numId="21">
    <w:abstractNumId w:val="19"/>
  </w:num>
  <w:num w:numId="22">
    <w:abstractNumId w:val="2"/>
  </w:num>
  <w:num w:numId="23">
    <w:abstractNumId w:val="45"/>
  </w:num>
  <w:num w:numId="24">
    <w:abstractNumId w:val="39"/>
  </w:num>
  <w:num w:numId="25">
    <w:abstractNumId w:val="21"/>
  </w:num>
  <w:num w:numId="26">
    <w:abstractNumId w:val="1"/>
  </w:num>
  <w:num w:numId="27">
    <w:abstractNumId w:val="30"/>
  </w:num>
  <w:num w:numId="28">
    <w:abstractNumId w:val="35"/>
  </w:num>
  <w:num w:numId="29">
    <w:abstractNumId w:val="41"/>
  </w:num>
  <w:num w:numId="30">
    <w:abstractNumId w:val="28"/>
  </w:num>
  <w:num w:numId="31">
    <w:abstractNumId w:val="7"/>
  </w:num>
  <w:num w:numId="32">
    <w:abstractNumId w:val="13"/>
  </w:num>
  <w:num w:numId="33">
    <w:abstractNumId w:val="9"/>
  </w:num>
  <w:num w:numId="34">
    <w:abstractNumId w:val="37"/>
  </w:num>
  <w:num w:numId="35">
    <w:abstractNumId w:val="20"/>
  </w:num>
  <w:num w:numId="36">
    <w:abstractNumId w:val="11"/>
  </w:num>
  <w:num w:numId="37">
    <w:abstractNumId w:val="14"/>
  </w:num>
  <w:num w:numId="38">
    <w:abstractNumId w:val="29"/>
  </w:num>
  <w:num w:numId="39">
    <w:abstractNumId w:val="26"/>
  </w:num>
  <w:num w:numId="40">
    <w:abstractNumId w:val="16"/>
  </w:num>
  <w:num w:numId="41">
    <w:abstractNumId w:val="16"/>
  </w:num>
  <w:num w:numId="42">
    <w:abstractNumId w:val="16"/>
  </w:num>
  <w:num w:numId="43">
    <w:abstractNumId w:val="16"/>
  </w:num>
  <w:num w:numId="44">
    <w:abstractNumId w:val="16"/>
  </w:num>
  <w:num w:numId="45">
    <w:abstractNumId w:val="16"/>
  </w:num>
  <w:num w:numId="46">
    <w:abstractNumId w:val="16"/>
  </w:num>
  <w:num w:numId="47">
    <w:abstractNumId w:val="16"/>
  </w:num>
  <w:num w:numId="48">
    <w:abstractNumId w:val="16"/>
  </w:num>
  <w:num w:numId="49">
    <w:abstractNumId w:val="16"/>
  </w:num>
  <w:num w:numId="50">
    <w:abstractNumId w:val="16"/>
  </w:num>
  <w:num w:numId="51">
    <w:abstractNumId w:val="16"/>
  </w:num>
  <w:num w:numId="52">
    <w:abstractNumId w:val="16"/>
  </w:num>
  <w:num w:numId="53">
    <w:abstractNumId w:val="16"/>
  </w:num>
  <w:num w:numId="54">
    <w:abstractNumId w:val="16"/>
  </w:num>
  <w:num w:numId="55">
    <w:abstractNumId w:val="16"/>
  </w:num>
  <w:num w:numId="56">
    <w:abstractNumId w:val="16"/>
  </w:num>
  <w:num w:numId="57">
    <w:abstractNumId w:val="16"/>
  </w:num>
  <w:num w:numId="58">
    <w:abstractNumId w:val="16"/>
  </w:num>
  <w:num w:numId="59">
    <w:abstractNumId w:val="16"/>
  </w:num>
  <w:num w:numId="60">
    <w:abstractNumId w:val="16"/>
  </w:num>
  <w:num w:numId="61">
    <w:abstractNumId w:val="16"/>
  </w:num>
  <w:num w:numId="62">
    <w:abstractNumId w:val="16"/>
  </w:num>
  <w:num w:numId="63">
    <w:abstractNumId w:val="16"/>
  </w:num>
  <w:num w:numId="64">
    <w:abstractNumId w:val="16"/>
  </w:num>
  <w:num w:numId="65">
    <w:abstractNumId w:val="16"/>
  </w:num>
  <w:num w:numId="66">
    <w:abstractNumId w:val="16"/>
  </w:num>
  <w:num w:numId="67">
    <w:abstractNumId w:val="16"/>
  </w:num>
  <w:num w:numId="68">
    <w:abstractNumId w:val="16"/>
  </w:num>
  <w:num w:numId="69">
    <w:abstractNumId w:val="16"/>
  </w:num>
  <w:num w:numId="70">
    <w:abstractNumId w:val="16"/>
  </w:num>
  <w:num w:numId="71">
    <w:abstractNumId w:val="16"/>
  </w:num>
  <w:num w:numId="72">
    <w:abstractNumId w:val="16"/>
  </w:num>
  <w:num w:numId="73">
    <w:abstractNumId w:val="16"/>
  </w:num>
  <w:num w:numId="74">
    <w:abstractNumId w:val="16"/>
  </w:num>
  <w:num w:numId="75">
    <w:abstractNumId w:val="16"/>
  </w:num>
  <w:num w:numId="76">
    <w:abstractNumId w:val="16"/>
  </w:num>
  <w:num w:numId="77">
    <w:abstractNumId w:val="16"/>
  </w:num>
  <w:num w:numId="78">
    <w:abstractNumId w:val="16"/>
  </w:num>
  <w:num w:numId="79">
    <w:abstractNumId w:val="16"/>
  </w:num>
  <w:num w:numId="80">
    <w:abstractNumId w:val="16"/>
  </w:num>
  <w:num w:numId="81">
    <w:abstractNumId w:val="16"/>
  </w:num>
  <w:num w:numId="82">
    <w:abstractNumId w:val="16"/>
  </w:num>
  <w:num w:numId="83">
    <w:abstractNumId w:val="16"/>
  </w:num>
  <w:num w:numId="84">
    <w:abstractNumId w:val="6"/>
  </w:num>
  <w:num w:numId="85">
    <w:abstractNumId w:val="40"/>
  </w:num>
  <w:num w:numId="86">
    <w:abstractNumId w:val="27"/>
  </w:num>
  <w:num w:numId="87">
    <w:abstractNumId w:val="44"/>
  </w:num>
  <w:num w:numId="88">
    <w:abstractNumId w:val="8"/>
  </w:num>
  <w:num w:numId="89">
    <w:abstractNumId w:val="15"/>
  </w:num>
  <w:num w:numId="90">
    <w:abstractNumId w:val="24"/>
  </w:num>
  <w:num w:numId="91">
    <w:abstractNumId w:val="36"/>
  </w:num>
  <w:num w:numId="92">
    <w:abstractNumId w:val="47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GrammaticalErrors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E4A"/>
    <w:rsid w:val="0000125E"/>
    <w:rsid w:val="0000249B"/>
    <w:rsid w:val="00003591"/>
    <w:rsid w:val="00003F04"/>
    <w:rsid w:val="000040E0"/>
    <w:rsid w:val="0000689A"/>
    <w:rsid w:val="000075A2"/>
    <w:rsid w:val="00010524"/>
    <w:rsid w:val="0001076B"/>
    <w:rsid w:val="00010A22"/>
    <w:rsid w:val="00010CE0"/>
    <w:rsid w:val="00011C70"/>
    <w:rsid w:val="00011E2B"/>
    <w:rsid w:val="00012A04"/>
    <w:rsid w:val="00012FC1"/>
    <w:rsid w:val="00013019"/>
    <w:rsid w:val="000133AF"/>
    <w:rsid w:val="00013B9C"/>
    <w:rsid w:val="00013E92"/>
    <w:rsid w:val="00014162"/>
    <w:rsid w:val="00016063"/>
    <w:rsid w:val="00021C98"/>
    <w:rsid w:val="00022542"/>
    <w:rsid w:val="000240BE"/>
    <w:rsid w:val="000269A2"/>
    <w:rsid w:val="00027410"/>
    <w:rsid w:val="000274C9"/>
    <w:rsid w:val="000304CC"/>
    <w:rsid w:val="00032D8C"/>
    <w:rsid w:val="00034462"/>
    <w:rsid w:val="00036725"/>
    <w:rsid w:val="0003688F"/>
    <w:rsid w:val="00037B26"/>
    <w:rsid w:val="00040AA5"/>
    <w:rsid w:val="0004371C"/>
    <w:rsid w:val="00051385"/>
    <w:rsid w:val="00051D05"/>
    <w:rsid w:val="00054E5B"/>
    <w:rsid w:val="00054F27"/>
    <w:rsid w:val="000557A8"/>
    <w:rsid w:val="00055D0A"/>
    <w:rsid w:val="000575E0"/>
    <w:rsid w:val="0005766A"/>
    <w:rsid w:val="00060AF1"/>
    <w:rsid w:val="0006118D"/>
    <w:rsid w:val="00063760"/>
    <w:rsid w:val="00063DB0"/>
    <w:rsid w:val="00065251"/>
    <w:rsid w:val="00065666"/>
    <w:rsid w:val="00066743"/>
    <w:rsid w:val="00067242"/>
    <w:rsid w:val="000716C4"/>
    <w:rsid w:val="000717BC"/>
    <w:rsid w:val="000720E4"/>
    <w:rsid w:val="00072663"/>
    <w:rsid w:val="00072B0D"/>
    <w:rsid w:val="00072CA1"/>
    <w:rsid w:val="0007375F"/>
    <w:rsid w:val="00075118"/>
    <w:rsid w:val="00075EF5"/>
    <w:rsid w:val="00076748"/>
    <w:rsid w:val="00076FFB"/>
    <w:rsid w:val="00077BB9"/>
    <w:rsid w:val="000803EC"/>
    <w:rsid w:val="000807C4"/>
    <w:rsid w:val="000809C4"/>
    <w:rsid w:val="00080B79"/>
    <w:rsid w:val="0008142C"/>
    <w:rsid w:val="00081FAB"/>
    <w:rsid w:val="00083ED3"/>
    <w:rsid w:val="00085520"/>
    <w:rsid w:val="00086988"/>
    <w:rsid w:val="00086C3E"/>
    <w:rsid w:val="00087333"/>
    <w:rsid w:val="000874B0"/>
    <w:rsid w:val="00087737"/>
    <w:rsid w:val="0009112B"/>
    <w:rsid w:val="0009246B"/>
    <w:rsid w:val="00092943"/>
    <w:rsid w:val="00092993"/>
    <w:rsid w:val="00092DAC"/>
    <w:rsid w:val="00093661"/>
    <w:rsid w:val="000937C9"/>
    <w:rsid w:val="00093F33"/>
    <w:rsid w:val="00094033"/>
    <w:rsid w:val="00095380"/>
    <w:rsid w:val="00095684"/>
    <w:rsid w:val="00097C8D"/>
    <w:rsid w:val="00097D0F"/>
    <w:rsid w:val="00097FF5"/>
    <w:rsid w:val="000A1431"/>
    <w:rsid w:val="000A1EEF"/>
    <w:rsid w:val="000A272C"/>
    <w:rsid w:val="000A6CC5"/>
    <w:rsid w:val="000B0DA8"/>
    <w:rsid w:val="000B0F53"/>
    <w:rsid w:val="000B21FA"/>
    <w:rsid w:val="000B2A9E"/>
    <w:rsid w:val="000B37E3"/>
    <w:rsid w:val="000B4222"/>
    <w:rsid w:val="000B6356"/>
    <w:rsid w:val="000B64E8"/>
    <w:rsid w:val="000B6C2D"/>
    <w:rsid w:val="000B6CF9"/>
    <w:rsid w:val="000B6E11"/>
    <w:rsid w:val="000B7E69"/>
    <w:rsid w:val="000C0C7E"/>
    <w:rsid w:val="000C12E4"/>
    <w:rsid w:val="000C1EE1"/>
    <w:rsid w:val="000C2C83"/>
    <w:rsid w:val="000C445B"/>
    <w:rsid w:val="000C4D94"/>
    <w:rsid w:val="000C5C62"/>
    <w:rsid w:val="000C609A"/>
    <w:rsid w:val="000C6689"/>
    <w:rsid w:val="000C6D26"/>
    <w:rsid w:val="000D156A"/>
    <w:rsid w:val="000D1FEA"/>
    <w:rsid w:val="000D374E"/>
    <w:rsid w:val="000D3933"/>
    <w:rsid w:val="000D49CF"/>
    <w:rsid w:val="000D50FC"/>
    <w:rsid w:val="000D672F"/>
    <w:rsid w:val="000D76AA"/>
    <w:rsid w:val="000E098B"/>
    <w:rsid w:val="000E12B2"/>
    <w:rsid w:val="000E20ED"/>
    <w:rsid w:val="000E26F9"/>
    <w:rsid w:val="000E2C15"/>
    <w:rsid w:val="000E3D16"/>
    <w:rsid w:val="000E4088"/>
    <w:rsid w:val="000E750A"/>
    <w:rsid w:val="000F0E3B"/>
    <w:rsid w:val="000F13C9"/>
    <w:rsid w:val="000F194C"/>
    <w:rsid w:val="000F1DC2"/>
    <w:rsid w:val="000F481D"/>
    <w:rsid w:val="000F5597"/>
    <w:rsid w:val="000F5AB9"/>
    <w:rsid w:val="000F6355"/>
    <w:rsid w:val="000F7205"/>
    <w:rsid w:val="000F75EC"/>
    <w:rsid w:val="000F7DBF"/>
    <w:rsid w:val="001000E8"/>
    <w:rsid w:val="001002F7"/>
    <w:rsid w:val="0010280D"/>
    <w:rsid w:val="001031D6"/>
    <w:rsid w:val="00103827"/>
    <w:rsid w:val="00104FE4"/>
    <w:rsid w:val="001052FE"/>
    <w:rsid w:val="001054D2"/>
    <w:rsid w:val="00105FBD"/>
    <w:rsid w:val="00107DB3"/>
    <w:rsid w:val="001101A8"/>
    <w:rsid w:val="0011267B"/>
    <w:rsid w:val="001132EF"/>
    <w:rsid w:val="001137C7"/>
    <w:rsid w:val="00113D19"/>
    <w:rsid w:val="00114C1F"/>
    <w:rsid w:val="00116AC0"/>
    <w:rsid w:val="00117372"/>
    <w:rsid w:val="001178BA"/>
    <w:rsid w:val="00117E8D"/>
    <w:rsid w:val="00120397"/>
    <w:rsid w:val="00121372"/>
    <w:rsid w:val="00122AAF"/>
    <w:rsid w:val="00123072"/>
    <w:rsid w:val="0012360E"/>
    <w:rsid w:val="00123B4F"/>
    <w:rsid w:val="0012454C"/>
    <w:rsid w:val="001254D2"/>
    <w:rsid w:val="001260A9"/>
    <w:rsid w:val="0012685E"/>
    <w:rsid w:val="00126ACB"/>
    <w:rsid w:val="0012721B"/>
    <w:rsid w:val="00127343"/>
    <w:rsid w:val="00132B93"/>
    <w:rsid w:val="00132BEF"/>
    <w:rsid w:val="00134798"/>
    <w:rsid w:val="001348BC"/>
    <w:rsid w:val="00134A79"/>
    <w:rsid w:val="00134E60"/>
    <w:rsid w:val="001357F6"/>
    <w:rsid w:val="001373F3"/>
    <w:rsid w:val="00137D6B"/>
    <w:rsid w:val="0014151E"/>
    <w:rsid w:val="0014175D"/>
    <w:rsid w:val="0014178C"/>
    <w:rsid w:val="00141AA8"/>
    <w:rsid w:val="0014225C"/>
    <w:rsid w:val="00142529"/>
    <w:rsid w:val="00142858"/>
    <w:rsid w:val="00143B4C"/>
    <w:rsid w:val="00143DD1"/>
    <w:rsid w:val="00146FA9"/>
    <w:rsid w:val="00147CBE"/>
    <w:rsid w:val="0015137A"/>
    <w:rsid w:val="001529B6"/>
    <w:rsid w:val="001540FD"/>
    <w:rsid w:val="001541F2"/>
    <w:rsid w:val="00154D84"/>
    <w:rsid w:val="001550A0"/>
    <w:rsid w:val="001551D5"/>
    <w:rsid w:val="00155718"/>
    <w:rsid w:val="00155A2F"/>
    <w:rsid w:val="0015634B"/>
    <w:rsid w:val="00157239"/>
    <w:rsid w:val="00160D80"/>
    <w:rsid w:val="0016210F"/>
    <w:rsid w:val="0016227A"/>
    <w:rsid w:val="001639CE"/>
    <w:rsid w:val="001642A7"/>
    <w:rsid w:val="00164969"/>
    <w:rsid w:val="0016669C"/>
    <w:rsid w:val="001671C9"/>
    <w:rsid w:val="00167E3D"/>
    <w:rsid w:val="00170489"/>
    <w:rsid w:val="00171A7A"/>
    <w:rsid w:val="00172683"/>
    <w:rsid w:val="001730E3"/>
    <w:rsid w:val="00173B99"/>
    <w:rsid w:val="00174D93"/>
    <w:rsid w:val="001801AC"/>
    <w:rsid w:val="001805A1"/>
    <w:rsid w:val="001806F5"/>
    <w:rsid w:val="00182574"/>
    <w:rsid w:val="001830CF"/>
    <w:rsid w:val="001836B2"/>
    <w:rsid w:val="001844DE"/>
    <w:rsid w:val="00184A67"/>
    <w:rsid w:val="00184AA8"/>
    <w:rsid w:val="00184BF7"/>
    <w:rsid w:val="00184C64"/>
    <w:rsid w:val="001854CD"/>
    <w:rsid w:val="001858CE"/>
    <w:rsid w:val="00185AF6"/>
    <w:rsid w:val="00185D6E"/>
    <w:rsid w:val="00185D8E"/>
    <w:rsid w:val="00186AEE"/>
    <w:rsid w:val="0018749B"/>
    <w:rsid w:val="001901A3"/>
    <w:rsid w:val="00190A03"/>
    <w:rsid w:val="00190AE9"/>
    <w:rsid w:val="00191398"/>
    <w:rsid w:val="001930E9"/>
    <w:rsid w:val="0019370C"/>
    <w:rsid w:val="001961B8"/>
    <w:rsid w:val="001975E3"/>
    <w:rsid w:val="00197D6F"/>
    <w:rsid w:val="001A0E0C"/>
    <w:rsid w:val="001A615C"/>
    <w:rsid w:val="001A65EC"/>
    <w:rsid w:val="001A6D1D"/>
    <w:rsid w:val="001A6E2D"/>
    <w:rsid w:val="001A7042"/>
    <w:rsid w:val="001A7242"/>
    <w:rsid w:val="001B0D0A"/>
    <w:rsid w:val="001B0D78"/>
    <w:rsid w:val="001B1154"/>
    <w:rsid w:val="001B372C"/>
    <w:rsid w:val="001C01FD"/>
    <w:rsid w:val="001C0494"/>
    <w:rsid w:val="001C0589"/>
    <w:rsid w:val="001C2183"/>
    <w:rsid w:val="001C2931"/>
    <w:rsid w:val="001C302A"/>
    <w:rsid w:val="001C307A"/>
    <w:rsid w:val="001C5D79"/>
    <w:rsid w:val="001C65AC"/>
    <w:rsid w:val="001C6F94"/>
    <w:rsid w:val="001C715E"/>
    <w:rsid w:val="001C7202"/>
    <w:rsid w:val="001C74C9"/>
    <w:rsid w:val="001D0CBD"/>
    <w:rsid w:val="001D2FBF"/>
    <w:rsid w:val="001D37F0"/>
    <w:rsid w:val="001D4B47"/>
    <w:rsid w:val="001D5F0B"/>
    <w:rsid w:val="001D712A"/>
    <w:rsid w:val="001E0A60"/>
    <w:rsid w:val="001E0EF4"/>
    <w:rsid w:val="001E1189"/>
    <w:rsid w:val="001E180A"/>
    <w:rsid w:val="001E1869"/>
    <w:rsid w:val="001E1A0C"/>
    <w:rsid w:val="001E2886"/>
    <w:rsid w:val="001E2A26"/>
    <w:rsid w:val="001E4E64"/>
    <w:rsid w:val="001E55BA"/>
    <w:rsid w:val="001E7619"/>
    <w:rsid w:val="001F1961"/>
    <w:rsid w:val="001F2E94"/>
    <w:rsid w:val="001F5360"/>
    <w:rsid w:val="001F5B8D"/>
    <w:rsid w:val="001F668E"/>
    <w:rsid w:val="001F729A"/>
    <w:rsid w:val="001F7938"/>
    <w:rsid w:val="00200B0A"/>
    <w:rsid w:val="00200DE2"/>
    <w:rsid w:val="0020121B"/>
    <w:rsid w:val="002015D2"/>
    <w:rsid w:val="002034B8"/>
    <w:rsid w:val="00203E77"/>
    <w:rsid w:val="0020402C"/>
    <w:rsid w:val="00204C5A"/>
    <w:rsid w:val="00204EA9"/>
    <w:rsid w:val="00204ED7"/>
    <w:rsid w:val="002051EF"/>
    <w:rsid w:val="002068C7"/>
    <w:rsid w:val="002069EB"/>
    <w:rsid w:val="00206B8D"/>
    <w:rsid w:val="00206E4C"/>
    <w:rsid w:val="002075AA"/>
    <w:rsid w:val="0020769B"/>
    <w:rsid w:val="00207E69"/>
    <w:rsid w:val="00211424"/>
    <w:rsid w:val="00211E1D"/>
    <w:rsid w:val="0021212B"/>
    <w:rsid w:val="0021287C"/>
    <w:rsid w:val="002144D8"/>
    <w:rsid w:val="00214C45"/>
    <w:rsid w:val="002154D7"/>
    <w:rsid w:val="00220073"/>
    <w:rsid w:val="002201A4"/>
    <w:rsid w:val="00220452"/>
    <w:rsid w:val="0022058B"/>
    <w:rsid w:val="00220AE0"/>
    <w:rsid w:val="00222863"/>
    <w:rsid w:val="00223D7C"/>
    <w:rsid w:val="002247AD"/>
    <w:rsid w:val="002250FB"/>
    <w:rsid w:val="002253E9"/>
    <w:rsid w:val="00226769"/>
    <w:rsid w:val="00226A67"/>
    <w:rsid w:val="00226A8B"/>
    <w:rsid w:val="00226EC5"/>
    <w:rsid w:val="00227C83"/>
    <w:rsid w:val="00230AC7"/>
    <w:rsid w:val="00232D16"/>
    <w:rsid w:val="0023310A"/>
    <w:rsid w:val="00237940"/>
    <w:rsid w:val="002409D5"/>
    <w:rsid w:val="00240F51"/>
    <w:rsid w:val="00241432"/>
    <w:rsid w:val="00242936"/>
    <w:rsid w:val="0024464F"/>
    <w:rsid w:val="00244A1F"/>
    <w:rsid w:val="00244E2B"/>
    <w:rsid w:val="00245DB6"/>
    <w:rsid w:val="00246A07"/>
    <w:rsid w:val="00246EB3"/>
    <w:rsid w:val="00246F91"/>
    <w:rsid w:val="002470CE"/>
    <w:rsid w:val="002475B0"/>
    <w:rsid w:val="00247E37"/>
    <w:rsid w:val="002503EF"/>
    <w:rsid w:val="0025106E"/>
    <w:rsid w:val="00254484"/>
    <w:rsid w:val="00256F70"/>
    <w:rsid w:val="0025713F"/>
    <w:rsid w:val="0025716A"/>
    <w:rsid w:val="002576D7"/>
    <w:rsid w:val="00257A94"/>
    <w:rsid w:val="00261843"/>
    <w:rsid w:val="00264033"/>
    <w:rsid w:val="002640B5"/>
    <w:rsid w:val="00264485"/>
    <w:rsid w:val="00264725"/>
    <w:rsid w:val="00264756"/>
    <w:rsid w:val="00265C61"/>
    <w:rsid w:val="00267595"/>
    <w:rsid w:val="00270B59"/>
    <w:rsid w:val="00271337"/>
    <w:rsid w:val="002729AA"/>
    <w:rsid w:val="00272C2A"/>
    <w:rsid w:val="002736B7"/>
    <w:rsid w:val="0027386E"/>
    <w:rsid w:val="002765AB"/>
    <w:rsid w:val="002772A0"/>
    <w:rsid w:val="002772BD"/>
    <w:rsid w:val="00277EE7"/>
    <w:rsid w:val="00280B16"/>
    <w:rsid w:val="00280D72"/>
    <w:rsid w:val="00282668"/>
    <w:rsid w:val="00282AFA"/>
    <w:rsid w:val="00284112"/>
    <w:rsid w:val="00286C91"/>
    <w:rsid w:val="0028779E"/>
    <w:rsid w:val="002879AC"/>
    <w:rsid w:val="0029038E"/>
    <w:rsid w:val="00291A9C"/>
    <w:rsid w:val="00291BE5"/>
    <w:rsid w:val="00291EE8"/>
    <w:rsid w:val="00292468"/>
    <w:rsid w:val="00292C72"/>
    <w:rsid w:val="00293D17"/>
    <w:rsid w:val="00296C45"/>
    <w:rsid w:val="00297921"/>
    <w:rsid w:val="00297A93"/>
    <w:rsid w:val="00297E38"/>
    <w:rsid w:val="002A0B47"/>
    <w:rsid w:val="002A17D3"/>
    <w:rsid w:val="002A2104"/>
    <w:rsid w:val="002A30AD"/>
    <w:rsid w:val="002A342E"/>
    <w:rsid w:val="002A410A"/>
    <w:rsid w:val="002A4144"/>
    <w:rsid w:val="002A4BE7"/>
    <w:rsid w:val="002A6151"/>
    <w:rsid w:val="002A6991"/>
    <w:rsid w:val="002A7305"/>
    <w:rsid w:val="002A7667"/>
    <w:rsid w:val="002A77F8"/>
    <w:rsid w:val="002A7EFF"/>
    <w:rsid w:val="002B12AD"/>
    <w:rsid w:val="002B1CE9"/>
    <w:rsid w:val="002B216D"/>
    <w:rsid w:val="002B637B"/>
    <w:rsid w:val="002B677F"/>
    <w:rsid w:val="002B68C5"/>
    <w:rsid w:val="002B79FC"/>
    <w:rsid w:val="002C0005"/>
    <w:rsid w:val="002C013E"/>
    <w:rsid w:val="002C1CA0"/>
    <w:rsid w:val="002C22A9"/>
    <w:rsid w:val="002C27BD"/>
    <w:rsid w:val="002C2F29"/>
    <w:rsid w:val="002C2F76"/>
    <w:rsid w:val="002C3405"/>
    <w:rsid w:val="002C36AB"/>
    <w:rsid w:val="002C36EA"/>
    <w:rsid w:val="002C452B"/>
    <w:rsid w:val="002C48C7"/>
    <w:rsid w:val="002C6864"/>
    <w:rsid w:val="002C7E9C"/>
    <w:rsid w:val="002D024E"/>
    <w:rsid w:val="002D2710"/>
    <w:rsid w:val="002D28F1"/>
    <w:rsid w:val="002D3502"/>
    <w:rsid w:val="002D57FE"/>
    <w:rsid w:val="002D58BD"/>
    <w:rsid w:val="002D72F4"/>
    <w:rsid w:val="002D77A5"/>
    <w:rsid w:val="002D7B7C"/>
    <w:rsid w:val="002D7FD1"/>
    <w:rsid w:val="002E0129"/>
    <w:rsid w:val="002E04E0"/>
    <w:rsid w:val="002E195F"/>
    <w:rsid w:val="002E2185"/>
    <w:rsid w:val="002E2CCF"/>
    <w:rsid w:val="002E3E38"/>
    <w:rsid w:val="002E54C0"/>
    <w:rsid w:val="002E68EF"/>
    <w:rsid w:val="002E6B5E"/>
    <w:rsid w:val="002E6C40"/>
    <w:rsid w:val="002E7B15"/>
    <w:rsid w:val="002F04B8"/>
    <w:rsid w:val="002F2C7B"/>
    <w:rsid w:val="002F3455"/>
    <w:rsid w:val="002F38E4"/>
    <w:rsid w:val="002F3E2A"/>
    <w:rsid w:val="002F46C6"/>
    <w:rsid w:val="002F4953"/>
    <w:rsid w:val="002F7EE6"/>
    <w:rsid w:val="003001AC"/>
    <w:rsid w:val="00301804"/>
    <w:rsid w:val="0030186B"/>
    <w:rsid w:val="00301BEF"/>
    <w:rsid w:val="00302372"/>
    <w:rsid w:val="00303133"/>
    <w:rsid w:val="003033CF"/>
    <w:rsid w:val="003037B0"/>
    <w:rsid w:val="00303DB0"/>
    <w:rsid w:val="00303E8F"/>
    <w:rsid w:val="00303F1D"/>
    <w:rsid w:val="003045C5"/>
    <w:rsid w:val="00304A80"/>
    <w:rsid w:val="003053DD"/>
    <w:rsid w:val="00305F70"/>
    <w:rsid w:val="00306011"/>
    <w:rsid w:val="003063A9"/>
    <w:rsid w:val="00306EDB"/>
    <w:rsid w:val="0031132A"/>
    <w:rsid w:val="00312A98"/>
    <w:rsid w:val="0031307D"/>
    <w:rsid w:val="00314272"/>
    <w:rsid w:val="003160A5"/>
    <w:rsid w:val="003161E7"/>
    <w:rsid w:val="00316942"/>
    <w:rsid w:val="00316B52"/>
    <w:rsid w:val="00316C45"/>
    <w:rsid w:val="003213B6"/>
    <w:rsid w:val="003222D9"/>
    <w:rsid w:val="00323BF2"/>
    <w:rsid w:val="003247CB"/>
    <w:rsid w:val="00325190"/>
    <w:rsid w:val="003254E6"/>
    <w:rsid w:val="003254F6"/>
    <w:rsid w:val="00325B29"/>
    <w:rsid w:val="003260FE"/>
    <w:rsid w:val="0032770E"/>
    <w:rsid w:val="003305E7"/>
    <w:rsid w:val="0033072D"/>
    <w:rsid w:val="00333DE2"/>
    <w:rsid w:val="00334725"/>
    <w:rsid w:val="00334B85"/>
    <w:rsid w:val="00340CFF"/>
    <w:rsid w:val="003416BE"/>
    <w:rsid w:val="00341C1C"/>
    <w:rsid w:val="003431E9"/>
    <w:rsid w:val="003437FC"/>
    <w:rsid w:val="00344AD0"/>
    <w:rsid w:val="00344AD6"/>
    <w:rsid w:val="003453BC"/>
    <w:rsid w:val="003453F1"/>
    <w:rsid w:val="0034583C"/>
    <w:rsid w:val="00345C24"/>
    <w:rsid w:val="003512A3"/>
    <w:rsid w:val="003514C1"/>
    <w:rsid w:val="00351FCC"/>
    <w:rsid w:val="003520FD"/>
    <w:rsid w:val="00352BF5"/>
    <w:rsid w:val="00352E0E"/>
    <w:rsid w:val="003538D5"/>
    <w:rsid w:val="00353C0C"/>
    <w:rsid w:val="00353EA7"/>
    <w:rsid w:val="003547E3"/>
    <w:rsid w:val="00355304"/>
    <w:rsid w:val="003559C7"/>
    <w:rsid w:val="00355C78"/>
    <w:rsid w:val="003565A8"/>
    <w:rsid w:val="003566DA"/>
    <w:rsid w:val="00356A7C"/>
    <w:rsid w:val="00356BD5"/>
    <w:rsid w:val="00357A86"/>
    <w:rsid w:val="00357AEC"/>
    <w:rsid w:val="00360664"/>
    <w:rsid w:val="0036073E"/>
    <w:rsid w:val="00361A02"/>
    <w:rsid w:val="003626F3"/>
    <w:rsid w:val="00363B25"/>
    <w:rsid w:val="00365A72"/>
    <w:rsid w:val="00365D6E"/>
    <w:rsid w:val="003665D1"/>
    <w:rsid w:val="0036790D"/>
    <w:rsid w:val="003737A1"/>
    <w:rsid w:val="00374F38"/>
    <w:rsid w:val="00377F20"/>
    <w:rsid w:val="00377F64"/>
    <w:rsid w:val="003805B1"/>
    <w:rsid w:val="003813FF"/>
    <w:rsid w:val="00382012"/>
    <w:rsid w:val="00385664"/>
    <w:rsid w:val="00386841"/>
    <w:rsid w:val="003868F1"/>
    <w:rsid w:val="00386D81"/>
    <w:rsid w:val="003870A9"/>
    <w:rsid w:val="0038745E"/>
    <w:rsid w:val="00390DD0"/>
    <w:rsid w:val="003913CC"/>
    <w:rsid w:val="00391749"/>
    <w:rsid w:val="00391AFB"/>
    <w:rsid w:val="00391F23"/>
    <w:rsid w:val="003934A1"/>
    <w:rsid w:val="003936C6"/>
    <w:rsid w:val="00393F4E"/>
    <w:rsid w:val="003948F0"/>
    <w:rsid w:val="003961A7"/>
    <w:rsid w:val="00397022"/>
    <w:rsid w:val="00397571"/>
    <w:rsid w:val="003A10E7"/>
    <w:rsid w:val="003A284D"/>
    <w:rsid w:val="003A354A"/>
    <w:rsid w:val="003A4F63"/>
    <w:rsid w:val="003A57C7"/>
    <w:rsid w:val="003A58AA"/>
    <w:rsid w:val="003A5A67"/>
    <w:rsid w:val="003A5A80"/>
    <w:rsid w:val="003A5C17"/>
    <w:rsid w:val="003A5F71"/>
    <w:rsid w:val="003A6D78"/>
    <w:rsid w:val="003B0070"/>
    <w:rsid w:val="003B10C4"/>
    <w:rsid w:val="003B182E"/>
    <w:rsid w:val="003B2396"/>
    <w:rsid w:val="003B3300"/>
    <w:rsid w:val="003B33D0"/>
    <w:rsid w:val="003B38D0"/>
    <w:rsid w:val="003B3944"/>
    <w:rsid w:val="003B3E3F"/>
    <w:rsid w:val="003B4396"/>
    <w:rsid w:val="003B4524"/>
    <w:rsid w:val="003B4562"/>
    <w:rsid w:val="003B5411"/>
    <w:rsid w:val="003B7A33"/>
    <w:rsid w:val="003C1EA3"/>
    <w:rsid w:val="003C1FD1"/>
    <w:rsid w:val="003C3688"/>
    <w:rsid w:val="003C4A84"/>
    <w:rsid w:val="003C4CF4"/>
    <w:rsid w:val="003C56B3"/>
    <w:rsid w:val="003C5F9F"/>
    <w:rsid w:val="003C7317"/>
    <w:rsid w:val="003C7E25"/>
    <w:rsid w:val="003D02B8"/>
    <w:rsid w:val="003D1E2E"/>
    <w:rsid w:val="003D2524"/>
    <w:rsid w:val="003D25BB"/>
    <w:rsid w:val="003D2F00"/>
    <w:rsid w:val="003D3400"/>
    <w:rsid w:val="003D371A"/>
    <w:rsid w:val="003D3D94"/>
    <w:rsid w:val="003D4291"/>
    <w:rsid w:val="003D4404"/>
    <w:rsid w:val="003D4887"/>
    <w:rsid w:val="003D4E4C"/>
    <w:rsid w:val="003D4F8C"/>
    <w:rsid w:val="003D5C22"/>
    <w:rsid w:val="003D5FA7"/>
    <w:rsid w:val="003D6570"/>
    <w:rsid w:val="003D6E7A"/>
    <w:rsid w:val="003D75F3"/>
    <w:rsid w:val="003D77AC"/>
    <w:rsid w:val="003E06BA"/>
    <w:rsid w:val="003E0943"/>
    <w:rsid w:val="003E2EAA"/>
    <w:rsid w:val="003E3084"/>
    <w:rsid w:val="003E3CBA"/>
    <w:rsid w:val="003E44A8"/>
    <w:rsid w:val="003E5303"/>
    <w:rsid w:val="003E61B0"/>
    <w:rsid w:val="003E7A34"/>
    <w:rsid w:val="003F144C"/>
    <w:rsid w:val="003F2600"/>
    <w:rsid w:val="003F2BE5"/>
    <w:rsid w:val="003F3C93"/>
    <w:rsid w:val="003F3D55"/>
    <w:rsid w:val="003F6A98"/>
    <w:rsid w:val="003F6DA7"/>
    <w:rsid w:val="00400151"/>
    <w:rsid w:val="00401569"/>
    <w:rsid w:val="004032A9"/>
    <w:rsid w:val="00403575"/>
    <w:rsid w:val="00403985"/>
    <w:rsid w:val="00404072"/>
    <w:rsid w:val="004042F5"/>
    <w:rsid w:val="004049E3"/>
    <w:rsid w:val="00405A70"/>
    <w:rsid w:val="004074F3"/>
    <w:rsid w:val="00407653"/>
    <w:rsid w:val="00407B91"/>
    <w:rsid w:val="00411586"/>
    <w:rsid w:val="004118D5"/>
    <w:rsid w:val="00411C0A"/>
    <w:rsid w:val="0041294C"/>
    <w:rsid w:val="004131D6"/>
    <w:rsid w:val="0041456A"/>
    <w:rsid w:val="00416C74"/>
    <w:rsid w:val="00420032"/>
    <w:rsid w:val="00420925"/>
    <w:rsid w:val="00421421"/>
    <w:rsid w:val="00421B18"/>
    <w:rsid w:val="00421EC1"/>
    <w:rsid w:val="00421EE7"/>
    <w:rsid w:val="00421F77"/>
    <w:rsid w:val="00422AA6"/>
    <w:rsid w:val="0042556E"/>
    <w:rsid w:val="00425AC4"/>
    <w:rsid w:val="00426181"/>
    <w:rsid w:val="004273D5"/>
    <w:rsid w:val="004278D6"/>
    <w:rsid w:val="00430794"/>
    <w:rsid w:val="00430D3F"/>
    <w:rsid w:val="00431466"/>
    <w:rsid w:val="00431534"/>
    <w:rsid w:val="00431893"/>
    <w:rsid w:val="00431ABD"/>
    <w:rsid w:val="00431B44"/>
    <w:rsid w:val="00431B7E"/>
    <w:rsid w:val="00432772"/>
    <w:rsid w:val="00434468"/>
    <w:rsid w:val="0043450E"/>
    <w:rsid w:val="0043604C"/>
    <w:rsid w:val="004368C9"/>
    <w:rsid w:val="00437465"/>
    <w:rsid w:val="0044033B"/>
    <w:rsid w:val="00441540"/>
    <w:rsid w:val="00443326"/>
    <w:rsid w:val="00443DF5"/>
    <w:rsid w:val="00444681"/>
    <w:rsid w:val="004446BF"/>
    <w:rsid w:val="00444DD9"/>
    <w:rsid w:val="00445899"/>
    <w:rsid w:val="004475BF"/>
    <w:rsid w:val="004478CB"/>
    <w:rsid w:val="00447AC4"/>
    <w:rsid w:val="00447C8F"/>
    <w:rsid w:val="0045038C"/>
    <w:rsid w:val="00450BCA"/>
    <w:rsid w:val="00450E12"/>
    <w:rsid w:val="00451661"/>
    <w:rsid w:val="00452293"/>
    <w:rsid w:val="00452F2E"/>
    <w:rsid w:val="00453F16"/>
    <w:rsid w:val="004544C3"/>
    <w:rsid w:val="00454AC2"/>
    <w:rsid w:val="00454BD7"/>
    <w:rsid w:val="00455585"/>
    <w:rsid w:val="004558D9"/>
    <w:rsid w:val="00456701"/>
    <w:rsid w:val="004567E5"/>
    <w:rsid w:val="00456947"/>
    <w:rsid w:val="0045728D"/>
    <w:rsid w:val="00460117"/>
    <w:rsid w:val="004603DD"/>
    <w:rsid w:val="004606DD"/>
    <w:rsid w:val="004625D0"/>
    <w:rsid w:val="00464C69"/>
    <w:rsid w:val="004654C5"/>
    <w:rsid w:val="00465F88"/>
    <w:rsid w:val="00466217"/>
    <w:rsid w:val="00467BC9"/>
    <w:rsid w:val="00467F65"/>
    <w:rsid w:val="00470983"/>
    <w:rsid w:val="0047114D"/>
    <w:rsid w:val="00472172"/>
    <w:rsid w:val="00472CD8"/>
    <w:rsid w:val="004731BC"/>
    <w:rsid w:val="00473233"/>
    <w:rsid w:val="00474AFC"/>
    <w:rsid w:val="0047589D"/>
    <w:rsid w:val="00475A62"/>
    <w:rsid w:val="00475B17"/>
    <w:rsid w:val="00475D02"/>
    <w:rsid w:val="004773F6"/>
    <w:rsid w:val="00482789"/>
    <w:rsid w:val="0048282D"/>
    <w:rsid w:val="0048345C"/>
    <w:rsid w:val="00484664"/>
    <w:rsid w:val="00484E17"/>
    <w:rsid w:val="0048620B"/>
    <w:rsid w:val="00486913"/>
    <w:rsid w:val="00487443"/>
    <w:rsid w:val="004877D8"/>
    <w:rsid w:val="00487863"/>
    <w:rsid w:val="00487B12"/>
    <w:rsid w:val="00490057"/>
    <w:rsid w:val="00490218"/>
    <w:rsid w:val="0049053C"/>
    <w:rsid w:val="00492267"/>
    <w:rsid w:val="004927FD"/>
    <w:rsid w:val="00492C41"/>
    <w:rsid w:val="004959E1"/>
    <w:rsid w:val="00495EE7"/>
    <w:rsid w:val="004979BA"/>
    <w:rsid w:val="00497A25"/>
    <w:rsid w:val="004A0858"/>
    <w:rsid w:val="004A195A"/>
    <w:rsid w:val="004A233C"/>
    <w:rsid w:val="004A48F5"/>
    <w:rsid w:val="004A4FB2"/>
    <w:rsid w:val="004A5B1E"/>
    <w:rsid w:val="004A6A92"/>
    <w:rsid w:val="004A6F98"/>
    <w:rsid w:val="004B0136"/>
    <w:rsid w:val="004B02EA"/>
    <w:rsid w:val="004B044D"/>
    <w:rsid w:val="004B07D2"/>
    <w:rsid w:val="004B0B39"/>
    <w:rsid w:val="004B1053"/>
    <w:rsid w:val="004B133D"/>
    <w:rsid w:val="004B147D"/>
    <w:rsid w:val="004B1827"/>
    <w:rsid w:val="004B1C03"/>
    <w:rsid w:val="004B367E"/>
    <w:rsid w:val="004B4295"/>
    <w:rsid w:val="004B46E9"/>
    <w:rsid w:val="004B4EA8"/>
    <w:rsid w:val="004B55BB"/>
    <w:rsid w:val="004B6359"/>
    <w:rsid w:val="004B66D2"/>
    <w:rsid w:val="004B7922"/>
    <w:rsid w:val="004C00E5"/>
    <w:rsid w:val="004C05D6"/>
    <w:rsid w:val="004C063B"/>
    <w:rsid w:val="004C0D11"/>
    <w:rsid w:val="004C2AA6"/>
    <w:rsid w:val="004C2F93"/>
    <w:rsid w:val="004C44BC"/>
    <w:rsid w:val="004C4C1B"/>
    <w:rsid w:val="004C5E26"/>
    <w:rsid w:val="004C7594"/>
    <w:rsid w:val="004C7F53"/>
    <w:rsid w:val="004D0FF5"/>
    <w:rsid w:val="004D1E52"/>
    <w:rsid w:val="004D3707"/>
    <w:rsid w:val="004D43EB"/>
    <w:rsid w:val="004D4775"/>
    <w:rsid w:val="004D4921"/>
    <w:rsid w:val="004D6476"/>
    <w:rsid w:val="004D6783"/>
    <w:rsid w:val="004D7117"/>
    <w:rsid w:val="004D7A77"/>
    <w:rsid w:val="004E01D1"/>
    <w:rsid w:val="004E0640"/>
    <w:rsid w:val="004E067A"/>
    <w:rsid w:val="004E12D3"/>
    <w:rsid w:val="004E15B2"/>
    <w:rsid w:val="004E15B3"/>
    <w:rsid w:val="004E4323"/>
    <w:rsid w:val="004E5374"/>
    <w:rsid w:val="004E5587"/>
    <w:rsid w:val="004E5836"/>
    <w:rsid w:val="004E583E"/>
    <w:rsid w:val="004E5A7C"/>
    <w:rsid w:val="004E5D38"/>
    <w:rsid w:val="004E5DD2"/>
    <w:rsid w:val="004E6990"/>
    <w:rsid w:val="004E71AD"/>
    <w:rsid w:val="004E72A2"/>
    <w:rsid w:val="004E7A19"/>
    <w:rsid w:val="004E7BAD"/>
    <w:rsid w:val="004F0D2B"/>
    <w:rsid w:val="004F1154"/>
    <w:rsid w:val="004F14CE"/>
    <w:rsid w:val="004F170F"/>
    <w:rsid w:val="004F178A"/>
    <w:rsid w:val="004F1FF2"/>
    <w:rsid w:val="004F21DC"/>
    <w:rsid w:val="004F2795"/>
    <w:rsid w:val="004F3985"/>
    <w:rsid w:val="004F408C"/>
    <w:rsid w:val="004F4772"/>
    <w:rsid w:val="004F55EB"/>
    <w:rsid w:val="004F7B35"/>
    <w:rsid w:val="004F7E66"/>
    <w:rsid w:val="004F7F0D"/>
    <w:rsid w:val="00500144"/>
    <w:rsid w:val="00500405"/>
    <w:rsid w:val="0050103C"/>
    <w:rsid w:val="00501070"/>
    <w:rsid w:val="00501B93"/>
    <w:rsid w:val="005020A3"/>
    <w:rsid w:val="00502368"/>
    <w:rsid w:val="0050269B"/>
    <w:rsid w:val="00503C31"/>
    <w:rsid w:val="00504074"/>
    <w:rsid w:val="00504B33"/>
    <w:rsid w:val="00505324"/>
    <w:rsid w:val="00505517"/>
    <w:rsid w:val="00505998"/>
    <w:rsid w:val="005063CB"/>
    <w:rsid w:val="00506836"/>
    <w:rsid w:val="00506B35"/>
    <w:rsid w:val="00506F36"/>
    <w:rsid w:val="005112F4"/>
    <w:rsid w:val="00512A04"/>
    <w:rsid w:val="00512B66"/>
    <w:rsid w:val="00513CAC"/>
    <w:rsid w:val="00516624"/>
    <w:rsid w:val="00516DC8"/>
    <w:rsid w:val="00517BF4"/>
    <w:rsid w:val="00520525"/>
    <w:rsid w:val="00520560"/>
    <w:rsid w:val="00520998"/>
    <w:rsid w:val="00521811"/>
    <w:rsid w:val="0052205E"/>
    <w:rsid w:val="0052257C"/>
    <w:rsid w:val="00522DF8"/>
    <w:rsid w:val="005243BD"/>
    <w:rsid w:val="00524413"/>
    <w:rsid w:val="00524D01"/>
    <w:rsid w:val="005253FD"/>
    <w:rsid w:val="00525A73"/>
    <w:rsid w:val="005267ED"/>
    <w:rsid w:val="0052740F"/>
    <w:rsid w:val="005274BD"/>
    <w:rsid w:val="00527D20"/>
    <w:rsid w:val="00530541"/>
    <w:rsid w:val="005307AC"/>
    <w:rsid w:val="00531221"/>
    <w:rsid w:val="00533A8C"/>
    <w:rsid w:val="0053403F"/>
    <w:rsid w:val="0053412A"/>
    <w:rsid w:val="005343C4"/>
    <w:rsid w:val="0053561F"/>
    <w:rsid w:val="005359C1"/>
    <w:rsid w:val="00535F15"/>
    <w:rsid w:val="00535F4D"/>
    <w:rsid w:val="005367B1"/>
    <w:rsid w:val="005370C4"/>
    <w:rsid w:val="0053756A"/>
    <w:rsid w:val="00540220"/>
    <w:rsid w:val="0054046C"/>
    <w:rsid w:val="00540512"/>
    <w:rsid w:val="00540CFF"/>
    <w:rsid w:val="005411EC"/>
    <w:rsid w:val="005421A9"/>
    <w:rsid w:val="00542234"/>
    <w:rsid w:val="005427F2"/>
    <w:rsid w:val="005435F8"/>
    <w:rsid w:val="00543E5E"/>
    <w:rsid w:val="0054403D"/>
    <w:rsid w:val="00544A81"/>
    <w:rsid w:val="005455E9"/>
    <w:rsid w:val="005456FC"/>
    <w:rsid w:val="00546A4B"/>
    <w:rsid w:val="00546CB7"/>
    <w:rsid w:val="00547138"/>
    <w:rsid w:val="00553064"/>
    <w:rsid w:val="00553E7C"/>
    <w:rsid w:val="00554E10"/>
    <w:rsid w:val="00555358"/>
    <w:rsid w:val="00560315"/>
    <w:rsid w:val="00560D39"/>
    <w:rsid w:val="00560E0D"/>
    <w:rsid w:val="00561067"/>
    <w:rsid w:val="005610AA"/>
    <w:rsid w:val="0056233D"/>
    <w:rsid w:val="00562945"/>
    <w:rsid w:val="005635B7"/>
    <w:rsid w:val="005640D7"/>
    <w:rsid w:val="00564450"/>
    <w:rsid w:val="00564454"/>
    <w:rsid w:val="00564B52"/>
    <w:rsid w:val="0056523D"/>
    <w:rsid w:val="005673EB"/>
    <w:rsid w:val="00570305"/>
    <w:rsid w:val="00570919"/>
    <w:rsid w:val="00572D8B"/>
    <w:rsid w:val="00576410"/>
    <w:rsid w:val="00576B30"/>
    <w:rsid w:val="00577144"/>
    <w:rsid w:val="00577265"/>
    <w:rsid w:val="00577363"/>
    <w:rsid w:val="00580610"/>
    <w:rsid w:val="0058196D"/>
    <w:rsid w:val="0058237F"/>
    <w:rsid w:val="005832E5"/>
    <w:rsid w:val="00583FA7"/>
    <w:rsid w:val="00584329"/>
    <w:rsid w:val="00585725"/>
    <w:rsid w:val="00585DF7"/>
    <w:rsid w:val="00586971"/>
    <w:rsid w:val="00590F88"/>
    <w:rsid w:val="005912BC"/>
    <w:rsid w:val="00591FAB"/>
    <w:rsid w:val="00593BE2"/>
    <w:rsid w:val="00593E3B"/>
    <w:rsid w:val="0059479B"/>
    <w:rsid w:val="005949FE"/>
    <w:rsid w:val="005950A5"/>
    <w:rsid w:val="005969D1"/>
    <w:rsid w:val="00596A4B"/>
    <w:rsid w:val="00596FC5"/>
    <w:rsid w:val="00596FCE"/>
    <w:rsid w:val="005A2D43"/>
    <w:rsid w:val="005A4A57"/>
    <w:rsid w:val="005A4D40"/>
    <w:rsid w:val="005A6FE4"/>
    <w:rsid w:val="005A741B"/>
    <w:rsid w:val="005A7CFC"/>
    <w:rsid w:val="005B1042"/>
    <w:rsid w:val="005B1B21"/>
    <w:rsid w:val="005B1CB6"/>
    <w:rsid w:val="005B27BD"/>
    <w:rsid w:val="005B2CD7"/>
    <w:rsid w:val="005B4F2D"/>
    <w:rsid w:val="005B5F5F"/>
    <w:rsid w:val="005B79B3"/>
    <w:rsid w:val="005B7DDD"/>
    <w:rsid w:val="005C19E8"/>
    <w:rsid w:val="005C1E03"/>
    <w:rsid w:val="005C2A84"/>
    <w:rsid w:val="005C4986"/>
    <w:rsid w:val="005C62AF"/>
    <w:rsid w:val="005C6C2D"/>
    <w:rsid w:val="005C77DD"/>
    <w:rsid w:val="005C7E6C"/>
    <w:rsid w:val="005C7FFB"/>
    <w:rsid w:val="005D01E9"/>
    <w:rsid w:val="005D093C"/>
    <w:rsid w:val="005D09F0"/>
    <w:rsid w:val="005D2347"/>
    <w:rsid w:val="005D2CFE"/>
    <w:rsid w:val="005D2D6A"/>
    <w:rsid w:val="005D31A0"/>
    <w:rsid w:val="005D3584"/>
    <w:rsid w:val="005D41DB"/>
    <w:rsid w:val="005D5E66"/>
    <w:rsid w:val="005D727D"/>
    <w:rsid w:val="005E18EE"/>
    <w:rsid w:val="005E1F00"/>
    <w:rsid w:val="005E2224"/>
    <w:rsid w:val="005E26C3"/>
    <w:rsid w:val="005E2A60"/>
    <w:rsid w:val="005E31AE"/>
    <w:rsid w:val="005E39E3"/>
    <w:rsid w:val="005E4880"/>
    <w:rsid w:val="005E4B37"/>
    <w:rsid w:val="005E59C9"/>
    <w:rsid w:val="005E67D6"/>
    <w:rsid w:val="005E7FD3"/>
    <w:rsid w:val="005F0498"/>
    <w:rsid w:val="005F072C"/>
    <w:rsid w:val="005F0A8D"/>
    <w:rsid w:val="005F1AE5"/>
    <w:rsid w:val="005F42F9"/>
    <w:rsid w:val="005F43D3"/>
    <w:rsid w:val="005F4563"/>
    <w:rsid w:val="005F499C"/>
    <w:rsid w:val="005F520F"/>
    <w:rsid w:val="005F5244"/>
    <w:rsid w:val="005F5AAB"/>
    <w:rsid w:val="005F5D1A"/>
    <w:rsid w:val="005F5F37"/>
    <w:rsid w:val="005F652A"/>
    <w:rsid w:val="005F7DAE"/>
    <w:rsid w:val="00601BA5"/>
    <w:rsid w:val="00602639"/>
    <w:rsid w:val="00602826"/>
    <w:rsid w:val="00603031"/>
    <w:rsid w:val="00603C28"/>
    <w:rsid w:val="00604B55"/>
    <w:rsid w:val="0060579C"/>
    <w:rsid w:val="00605CA7"/>
    <w:rsid w:val="00605D99"/>
    <w:rsid w:val="00607740"/>
    <w:rsid w:val="006101BD"/>
    <w:rsid w:val="00610464"/>
    <w:rsid w:val="006109E2"/>
    <w:rsid w:val="0061190D"/>
    <w:rsid w:val="00611B53"/>
    <w:rsid w:val="00614275"/>
    <w:rsid w:val="0061459B"/>
    <w:rsid w:val="00614DB1"/>
    <w:rsid w:val="00614E76"/>
    <w:rsid w:val="00616F7F"/>
    <w:rsid w:val="0062008E"/>
    <w:rsid w:val="00620098"/>
    <w:rsid w:val="0062046D"/>
    <w:rsid w:val="006208A8"/>
    <w:rsid w:val="00622049"/>
    <w:rsid w:val="00622F8B"/>
    <w:rsid w:val="006242BD"/>
    <w:rsid w:val="00624DB7"/>
    <w:rsid w:val="0062597A"/>
    <w:rsid w:val="00625B64"/>
    <w:rsid w:val="00625CFE"/>
    <w:rsid w:val="00625F95"/>
    <w:rsid w:val="006275AA"/>
    <w:rsid w:val="006300A5"/>
    <w:rsid w:val="00630796"/>
    <w:rsid w:val="00631123"/>
    <w:rsid w:val="006334AD"/>
    <w:rsid w:val="0063367D"/>
    <w:rsid w:val="0063408D"/>
    <w:rsid w:val="00634705"/>
    <w:rsid w:val="006358DF"/>
    <w:rsid w:val="00636170"/>
    <w:rsid w:val="00636ACC"/>
    <w:rsid w:val="00636D14"/>
    <w:rsid w:val="006374B4"/>
    <w:rsid w:val="00637507"/>
    <w:rsid w:val="0063775A"/>
    <w:rsid w:val="006408D0"/>
    <w:rsid w:val="006413B8"/>
    <w:rsid w:val="006413E7"/>
    <w:rsid w:val="0064155C"/>
    <w:rsid w:val="006424CB"/>
    <w:rsid w:val="00642CAF"/>
    <w:rsid w:val="006434ED"/>
    <w:rsid w:val="00644996"/>
    <w:rsid w:val="0064522D"/>
    <w:rsid w:val="006455E9"/>
    <w:rsid w:val="006466E8"/>
    <w:rsid w:val="00646D48"/>
    <w:rsid w:val="00647E5C"/>
    <w:rsid w:val="0065046C"/>
    <w:rsid w:val="006506FD"/>
    <w:rsid w:val="0065289D"/>
    <w:rsid w:val="00652D8E"/>
    <w:rsid w:val="00654051"/>
    <w:rsid w:val="006541E7"/>
    <w:rsid w:val="00654C3C"/>
    <w:rsid w:val="00655149"/>
    <w:rsid w:val="00655505"/>
    <w:rsid w:val="006568B9"/>
    <w:rsid w:val="006573DC"/>
    <w:rsid w:val="0066061D"/>
    <w:rsid w:val="00660E3B"/>
    <w:rsid w:val="00661DC5"/>
    <w:rsid w:val="006626CA"/>
    <w:rsid w:val="0066306D"/>
    <w:rsid w:val="006633A9"/>
    <w:rsid w:val="00664509"/>
    <w:rsid w:val="00664742"/>
    <w:rsid w:val="0066761A"/>
    <w:rsid w:val="00667A73"/>
    <w:rsid w:val="00667ECA"/>
    <w:rsid w:val="00670383"/>
    <w:rsid w:val="00670A07"/>
    <w:rsid w:val="00671CF3"/>
    <w:rsid w:val="00673713"/>
    <w:rsid w:val="00673B0A"/>
    <w:rsid w:val="00674120"/>
    <w:rsid w:val="00674220"/>
    <w:rsid w:val="006753E6"/>
    <w:rsid w:val="00675898"/>
    <w:rsid w:val="00676385"/>
    <w:rsid w:val="00677050"/>
    <w:rsid w:val="006802BB"/>
    <w:rsid w:val="00681440"/>
    <w:rsid w:val="00681891"/>
    <w:rsid w:val="006829E9"/>
    <w:rsid w:val="0068347B"/>
    <w:rsid w:val="00683763"/>
    <w:rsid w:val="00683AFD"/>
    <w:rsid w:val="0068468C"/>
    <w:rsid w:val="006849DE"/>
    <w:rsid w:val="006853A6"/>
    <w:rsid w:val="00685610"/>
    <w:rsid w:val="00686CF9"/>
    <w:rsid w:val="00687C9B"/>
    <w:rsid w:val="00692866"/>
    <w:rsid w:val="00693675"/>
    <w:rsid w:val="00694247"/>
    <w:rsid w:val="00695081"/>
    <w:rsid w:val="00695868"/>
    <w:rsid w:val="0069619E"/>
    <w:rsid w:val="006A36EF"/>
    <w:rsid w:val="006A459C"/>
    <w:rsid w:val="006A4D7E"/>
    <w:rsid w:val="006A52E0"/>
    <w:rsid w:val="006A5A72"/>
    <w:rsid w:val="006A7257"/>
    <w:rsid w:val="006A73B9"/>
    <w:rsid w:val="006A7620"/>
    <w:rsid w:val="006A7D5E"/>
    <w:rsid w:val="006B1BCF"/>
    <w:rsid w:val="006B29FD"/>
    <w:rsid w:val="006B3149"/>
    <w:rsid w:val="006B45D0"/>
    <w:rsid w:val="006B76C9"/>
    <w:rsid w:val="006C1D00"/>
    <w:rsid w:val="006C270B"/>
    <w:rsid w:val="006C2B40"/>
    <w:rsid w:val="006C5679"/>
    <w:rsid w:val="006C67A6"/>
    <w:rsid w:val="006C6BCB"/>
    <w:rsid w:val="006C6C18"/>
    <w:rsid w:val="006C7749"/>
    <w:rsid w:val="006D021E"/>
    <w:rsid w:val="006D09B2"/>
    <w:rsid w:val="006D0A37"/>
    <w:rsid w:val="006D1C61"/>
    <w:rsid w:val="006D1FEA"/>
    <w:rsid w:val="006D30F4"/>
    <w:rsid w:val="006D36E2"/>
    <w:rsid w:val="006D3E64"/>
    <w:rsid w:val="006D57D7"/>
    <w:rsid w:val="006D6440"/>
    <w:rsid w:val="006D6F89"/>
    <w:rsid w:val="006E1948"/>
    <w:rsid w:val="006E1968"/>
    <w:rsid w:val="006E28F4"/>
    <w:rsid w:val="006E3604"/>
    <w:rsid w:val="006E3D94"/>
    <w:rsid w:val="006E6176"/>
    <w:rsid w:val="006E6469"/>
    <w:rsid w:val="006E69A4"/>
    <w:rsid w:val="006E6BB5"/>
    <w:rsid w:val="006F076A"/>
    <w:rsid w:val="006F1990"/>
    <w:rsid w:val="006F1A69"/>
    <w:rsid w:val="006F1D38"/>
    <w:rsid w:val="006F245C"/>
    <w:rsid w:val="006F2BFE"/>
    <w:rsid w:val="006F346E"/>
    <w:rsid w:val="006F3D01"/>
    <w:rsid w:val="006F421E"/>
    <w:rsid w:val="006F4B55"/>
    <w:rsid w:val="006F5FDA"/>
    <w:rsid w:val="006F674A"/>
    <w:rsid w:val="006F69B2"/>
    <w:rsid w:val="006F797F"/>
    <w:rsid w:val="006F7CFC"/>
    <w:rsid w:val="00700767"/>
    <w:rsid w:val="00700D56"/>
    <w:rsid w:val="00702331"/>
    <w:rsid w:val="00703423"/>
    <w:rsid w:val="00703A2F"/>
    <w:rsid w:val="00704357"/>
    <w:rsid w:val="00704412"/>
    <w:rsid w:val="007049A5"/>
    <w:rsid w:val="00705AE9"/>
    <w:rsid w:val="00705D2D"/>
    <w:rsid w:val="00706620"/>
    <w:rsid w:val="00707F8A"/>
    <w:rsid w:val="0071022A"/>
    <w:rsid w:val="007103FB"/>
    <w:rsid w:val="00710424"/>
    <w:rsid w:val="00710A6B"/>
    <w:rsid w:val="00710C80"/>
    <w:rsid w:val="00710E7A"/>
    <w:rsid w:val="00712205"/>
    <w:rsid w:val="00712707"/>
    <w:rsid w:val="00713505"/>
    <w:rsid w:val="00713A80"/>
    <w:rsid w:val="0071426C"/>
    <w:rsid w:val="0071483C"/>
    <w:rsid w:val="00715B59"/>
    <w:rsid w:val="0071672F"/>
    <w:rsid w:val="00716D13"/>
    <w:rsid w:val="00717357"/>
    <w:rsid w:val="0071738A"/>
    <w:rsid w:val="00721B3D"/>
    <w:rsid w:val="00721F9A"/>
    <w:rsid w:val="00722BE6"/>
    <w:rsid w:val="00723C32"/>
    <w:rsid w:val="00724761"/>
    <w:rsid w:val="00725652"/>
    <w:rsid w:val="00726805"/>
    <w:rsid w:val="007274DF"/>
    <w:rsid w:val="00727788"/>
    <w:rsid w:val="00731943"/>
    <w:rsid w:val="007326F6"/>
    <w:rsid w:val="007373CC"/>
    <w:rsid w:val="00737929"/>
    <w:rsid w:val="00740261"/>
    <w:rsid w:val="00740A0E"/>
    <w:rsid w:val="007410B2"/>
    <w:rsid w:val="00742FA5"/>
    <w:rsid w:val="007431F4"/>
    <w:rsid w:val="00744955"/>
    <w:rsid w:val="0074568C"/>
    <w:rsid w:val="00746734"/>
    <w:rsid w:val="00747AFE"/>
    <w:rsid w:val="00747E76"/>
    <w:rsid w:val="00750275"/>
    <w:rsid w:val="00750B67"/>
    <w:rsid w:val="00750C55"/>
    <w:rsid w:val="00750EC9"/>
    <w:rsid w:val="00751AF3"/>
    <w:rsid w:val="00752306"/>
    <w:rsid w:val="00752842"/>
    <w:rsid w:val="007545A0"/>
    <w:rsid w:val="007548E1"/>
    <w:rsid w:val="0075718D"/>
    <w:rsid w:val="00757B7C"/>
    <w:rsid w:val="007602F5"/>
    <w:rsid w:val="00760832"/>
    <w:rsid w:val="00761009"/>
    <w:rsid w:val="007611CB"/>
    <w:rsid w:val="007618CC"/>
    <w:rsid w:val="0076299B"/>
    <w:rsid w:val="00763501"/>
    <w:rsid w:val="007645D4"/>
    <w:rsid w:val="00765DC5"/>
    <w:rsid w:val="00767BD3"/>
    <w:rsid w:val="0077078D"/>
    <w:rsid w:val="00773AD2"/>
    <w:rsid w:val="00773FA0"/>
    <w:rsid w:val="007743EC"/>
    <w:rsid w:val="0077576A"/>
    <w:rsid w:val="00775D01"/>
    <w:rsid w:val="00776107"/>
    <w:rsid w:val="0078007E"/>
    <w:rsid w:val="007811FE"/>
    <w:rsid w:val="00781568"/>
    <w:rsid w:val="0078224E"/>
    <w:rsid w:val="00782540"/>
    <w:rsid w:val="007833F8"/>
    <w:rsid w:val="00787EC9"/>
    <w:rsid w:val="00790758"/>
    <w:rsid w:val="00792336"/>
    <w:rsid w:val="007925B0"/>
    <w:rsid w:val="007926B3"/>
    <w:rsid w:val="00792A20"/>
    <w:rsid w:val="007939E5"/>
    <w:rsid w:val="00794232"/>
    <w:rsid w:val="0079446D"/>
    <w:rsid w:val="007948D7"/>
    <w:rsid w:val="00794E93"/>
    <w:rsid w:val="007952F6"/>
    <w:rsid w:val="00795758"/>
    <w:rsid w:val="00795C3A"/>
    <w:rsid w:val="00796BFA"/>
    <w:rsid w:val="007971E2"/>
    <w:rsid w:val="007974E4"/>
    <w:rsid w:val="00797667"/>
    <w:rsid w:val="007A1A46"/>
    <w:rsid w:val="007A3B2B"/>
    <w:rsid w:val="007A3EFB"/>
    <w:rsid w:val="007A506D"/>
    <w:rsid w:val="007A599E"/>
    <w:rsid w:val="007A72D1"/>
    <w:rsid w:val="007B0CAB"/>
    <w:rsid w:val="007B16D0"/>
    <w:rsid w:val="007B39AC"/>
    <w:rsid w:val="007B39DF"/>
    <w:rsid w:val="007B3E07"/>
    <w:rsid w:val="007B45D6"/>
    <w:rsid w:val="007B5682"/>
    <w:rsid w:val="007B5EBF"/>
    <w:rsid w:val="007B5FB9"/>
    <w:rsid w:val="007B7573"/>
    <w:rsid w:val="007B7F93"/>
    <w:rsid w:val="007C4A4A"/>
    <w:rsid w:val="007C59E4"/>
    <w:rsid w:val="007C5EF5"/>
    <w:rsid w:val="007C6F7C"/>
    <w:rsid w:val="007C7138"/>
    <w:rsid w:val="007D0FE6"/>
    <w:rsid w:val="007D2D49"/>
    <w:rsid w:val="007D312D"/>
    <w:rsid w:val="007D3972"/>
    <w:rsid w:val="007D3E3A"/>
    <w:rsid w:val="007D4404"/>
    <w:rsid w:val="007D4B17"/>
    <w:rsid w:val="007D5007"/>
    <w:rsid w:val="007D5ECD"/>
    <w:rsid w:val="007E0D4B"/>
    <w:rsid w:val="007E1000"/>
    <w:rsid w:val="007E122A"/>
    <w:rsid w:val="007E1F6B"/>
    <w:rsid w:val="007E46B3"/>
    <w:rsid w:val="007E62B4"/>
    <w:rsid w:val="007E67AE"/>
    <w:rsid w:val="007E6AF4"/>
    <w:rsid w:val="007E731D"/>
    <w:rsid w:val="007F07B3"/>
    <w:rsid w:val="007F1029"/>
    <w:rsid w:val="007F1276"/>
    <w:rsid w:val="007F16CD"/>
    <w:rsid w:val="007F198D"/>
    <w:rsid w:val="007F48B8"/>
    <w:rsid w:val="007F4E72"/>
    <w:rsid w:val="007F65BC"/>
    <w:rsid w:val="007F76AB"/>
    <w:rsid w:val="007F7ED3"/>
    <w:rsid w:val="008001B1"/>
    <w:rsid w:val="00800CCC"/>
    <w:rsid w:val="00805098"/>
    <w:rsid w:val="0080630E"/>
    <w:rsid w:val="008075DE"/>
    <w:rsid w:val="008101DE"/>
    <w:rsid w:val="00810D18"/>
    <w:rsid w:val="008117DA"/>
    <w:rsid w:val="00811C2B"/>
    <w:rsid w:val="00812022"/>
    <w:rsid w:val="00812A1C"/>
    <w:rsid w:val="00815BBE"/>
    <w:rsid w:val="00815C85"/>
    <w:rsid w:val="00815DD7"/>
    <w:rsid w:val="00816AAA"/>
    <w:rsid w:val="00817360"/>
    <w:rsid w:val="008179E2"/>
    <w:rsid w:val="00820842"/>
    <w:rsid w:val="0082291E"/>
    <w:rsid w:val="00822ABC"/>
    <w:rsid w:val="008232EB"/>
    <w:rsid w:val="00823630"/>
    <w:rsid w:val="008237C7"/>
    <w:rsid w:val="00824691"/>
    <w:rsid w:val="008258BF"/>
    <w:rsid w:val="00825B72"/>
    <w:rsid w:val="00827F61"/>
    <w:rsid w:val="008312DD"/>
    <w:rsid w:val="0083199D"/>
    <w:rsid w:val="00831CAA"/>
    <w:rsid w:val="008328E2"/>
    <w:rsid w:val="00836645"/>
    <w:rsid w:val="008405F2"/>
    <w:rsid w:val="008409DD"/>
    <w:rsid w:val="00840B11"/>
    <w:rsid w:val="0084105C"/>
    <w:rsid w:val="00842A95"/>
    <w:rsid w:val="00843DBA"/>
    <w:rsid w:val="00843F61"/>
    <w:rsid w:val="008440A4"/>
    <w:rsid w:val="008450EC"/>
    <w:rsid w:val="0084596E"/>
    <w:rsid w:val="00845FC9"/>
    <w:rsid w:val="00847604"/>
    <w:rsid w:val="008476F7"/>
    <w:rsid w:val="008503D9"/>
    <w:rsid w:val="008504B5"/>
    <w:rsid w:val="0085107F"/>
    <w:rsid w:val="00852428"/>
    <w:rsid w:val="00852B18"/>
    <w:rsid w:val="00852F39"/>
    <w:rsid w:val="00853393"/>
    <w:rsid w:val="00854013"/>
    <w:rsid w:val="008556F9"/>
    <w:rsid w:val="00855ADD"/>
    <w:rsid w:val="00856060"/>
    <w:rsid w:val="00856402"/>
    <w:rsid w:val="00856448"/>
    <w:rsid w:val="00856981"/>
    <w:rsid w:val="00856C57"/>
    <w:rsid w:val="00857280"/>
    <w:rsid w:val="00863547"/>
    <w:rsid w:val="00864224"/>
    <w:rsid w:val="00866902"/>
    <w:rsid w:val="008675DA"/>
    <w:rsid w:val="008677D7"/>
    <w:rsid w:val="00867B4D"/>
    <w:rsid w:val="00870958"/>
    <w:rsid w:val="00870E00"/>
    <w:rsid w:val="00871A75"/>
    <w:rsid w:val="00871DFD"/>
    <w:rsid w:val="00871E4A"/>
    <w:rsid w:val="00872D75"/>
    <w:rsid w:val="00874AFD"/>
    <w:rsid w:val="00877AF8"/>
    <w:rsid w:val="0088043A"/>
    <w:rsid w:val="0088059B"/>
    <w:rsid w:val="00880F2F"/>
    <w:rsid w:val="00881AC5"/>
    <w:rsid w:val="0088215B"/>
    <w:rsid w:val="008823E6"/>
    <w:rsid w:val="00882440"/>
    <w:rsid w:val="008833FD"/>
    <w:rsid w:val="00884E1E"/>
    <w:rsid w:val="00885254"/>
    <w:rsid w:val="008860BC"/>
    <w:rsid w:val="008862CF"/>
    <w:rsid w:val="00886CDD"/>
    <w:rsid w:val="00890E2C"/>
    <w:rsid w:val="00891692"/>
    <w:rsid w:val="008923AA"/>
    <w:rsid w:val="0089255A"/>
    <w:rsid w:val="00893960"/>
    <w:rsid w:val="00893B01"/>
    <w:rsid w:val="00894282"/>
    <w:rsid w:val="0089466D"/>
    <w:rsid w:val="00894D83"/>
    <w:rsid w:val="00895177"/>
    <w:rsid w:val="00895909"/>
    <w:rsid w:val="00895EA5"/>
    <w:rsid w:val="00897BB7"/>
    <w:rsid w:val="008A0BA6"/>
    <w:rsid w:val="008A289E"/>
    <w:rsid w:val="008A290A"/>
    <w:rsid w:val="008A3089"/>
    <w:rsid w:val="008A3330"/>
    <w:rsid w:val="008A7359"/>
    <w:rsid w:val="008A74B6"/>
    <w:rsid w:val="008A7952"/>
    <w:rsid w:val="008B078B"/>
    <w:rsid w:val="008B36BD"/>
    <w:rsid w:val="008B3B43"/>
    <w:rsid w:val="008B3CB0"/>
    <w:rsid w:val="008B3D2F"/>
    <w:rsid w:val="008B4158"/>
    <w:rsid w:val="008B5DFF"/>
    <w:rsid w:val="008B7562"/>
    <w:rsid w:val="008B7AA1"/>
    <w:rsid w:val="008B7D00"/>
    <w:rsid w:val="008B7DE0"/>
    <w:rsid w:val="008C18A7"/>
    <w:rsid w:val="008C19DE"/>
    <w:rsid w:val="008C2312"/>
    <w:rsid w:val="008C3A70"/>
    <w:rsid w:val="008C465E"/>
    <w:rsid w:val="008C4673"/>
    <w:rsid w:val="008C5D3A"/>
    <w:rsid w:val="008D0160"/>
    <w:rsid w:val="008D12AF"/>
    <w:rsid w:val="008D1BFF"/>
    <w:rsid w:val="008D23D9"/>
    <w:rsid w:val="008D2C4A"/>
    <w:rsid w:val="008D31D0"/>
    <w:rsid w:val="008D4024"/>
    <w:rsid w:val="008D5EC4"/>
    <w:rsid w:val="008E17F4"/>
    <w:rsid w:val="008E44B4"/>
    <w:rsid w:val="008E44FB"/>
    <w:rsid w:val="008E4C8C"/>
    <w:rsid w:val="008E4EB4"/>
    <w:rsid w:val="008E4F1B"/>
    <w:rsid w:val="008E7EB4"/>
    <w:rsid w:val="008F017B"/>
    <w:rsid w:val="008F1569"/>
    <w:rsid w:val="008F1BDA"/>
    <w:rsid w:val="008F43C0"/>
    <w:rsid w:val="008F5133"/>
    <w:rsid w:val="008F720A"/>
    <w:rsid w:val="00900059"/>
    <w:rsid w:val="009006D6"/>
    <w:rsid w:val="00902D12"/>
    <w:rsid w:val="00903213"/>
    <w:rsid w:val="00903ADF"/>
    <w:rsid w:val="009069C1"/>
    <w:rsid w:val="009076AF"/>
    <w:rsid w:val="00907A4D"/>
    <w:rsid w:val="0091268A"/>
    <w:rsid w:val="00913464"/>
    <w:rsid w:val="00914872"/>
    <w:rsid w:val="00914F88"/>
    <w:rsid w:val="00914F8C"/>
    <w:rsid w:val="00915A0E"/>
    <w:rsid w:val="00915F8B"/>
    <w:rsid w:val="00916BB1"/>
    <w:rsid w:val="00917698"/>
    <w:rsid w:val="009209C8"/>
    <w:rsid w:val="00921E1E"/>
    <w:rsid w:val="00922A30"/>
    <w:rsid w:val="00922F73"/>
    <w:rsid w:val="00923278"/>
    <w:rsid w:val="0092345A"/>
    <w:rsid w:val="009243CB"/>
    <w:rsid w:val="00924C3D"/>
    <w:rsid w:val="00926EA7"/>
    <w:rsid w:val="00926F60"/>
    <w:rsid w:val="0092728B"/>
    <w:rsid w:val="00927897"/>
    <w:rsid w:val="00930449"/>
    <w:rsid w:val="009319D7"/>
    <w:rsid w:val="00940AE3"/>
    <w:rsid w:val="00940D1B"/>
    <w:rsid w:val="00940E9E"/>
    <w:rsid w:val="00941407"/>
    <w:rsid w:val="00941C6D"/>
    <w:rsid w:val="00942DF6"/>
    <w:rsid w:val="009437D5"/>
    <w:rsid w:val="00945488"/>
    <w:rsid w:val="0094592D"/>
    <w:rsid w:val="00946D10"/>
    <w:rsid w:val="00946FC6"/>
    <w:rsid w:val="0095035F"/>
    <w:rsid w:val="00950988"/>
    <w:rsid w:val="00951B69"/>
    <w:rsid w:val="00953388"/>
    <w:rsid w:val="00953C52"/>
    <w:rsid w:val="009546BD"/>
    <w:rsid w:val="009547A1"/>
    <w:rsid w:val="009547F7"/>
    <w:rsid w:val="00954FAA"/>
    <w:rsid w:val="009555DD"/>
    <w:rsid w:val="00956774"/>
    <w:rsid w:val="00956F44"/>
    <w:rsid w:val="00957ED0"/>
    <w:rsid w:val="00960599"/>
    <w:rsid w:val="009605A2"/>
    <w:rsid w:val="00963BBC"/>
    <w:rsid w:val="009652E2"/>
    <w:rsid w:val="00965DF1"/>
    <w:rsid w:val="0096641A"/>
    <w:rsid w:val="00966A23"/>
    <w:rsid w:val="00967B0C"/>
    <w:rsid w:val="00967B1D"/>
    <w:rsid w:val="00970167"/>
    <w:rsid w:val="0097094B"/>
    <w:rsid w:val="00970B5E"/>
    <w:rsid w:val="0097135F"/>
    <w:rsid w:val="00971A30"/>
    <w:rsid w:val="00971D10"/>
    <w:rsid w:val="00971D8A"/>
    <w:rsid w:val="0097210B"/>
    <w:rsid w:val="009722DF"/>
    <w:rsid w:val="00972437"/>
    <w:rsid w:val="00972B75"/>
    <w:rsid w:val="00972B80"/>
    <w:rsid w:val="0097356E"/>
    <w:rsid w:val="00974435"/>
    <w:rsid w:val="00974E01"/>
    <w:rsid w:val="00974FB3"/>
    <w:rsid w:val="00975341"/>
    <w:rsid w:val="00975526"/>
    <w:rsid w:val="009773C9"/>
    <w:rsid w:val="00982048"/>
    <w:rsid w:val="00982CFE"/>
    <w:rsid w:val="00984DB6"/>
    <w:rsid w:val="0098532F"/>
    <w:rsid w:val="00985E4B"/>
    <w:rsid w:val="0098611D"/>
    <w:rsid w:val="009862F6"/>
    <w:rsid w:val="0098682F"/>
    <w:rsid w:val="00986E00"/>
    <w:rsid w:val="00987D60"/>
    <w:rsid w:val="009902B4"/>
    <w:rsid w:val="00990415"/>
    <w:rsid w:val="00991EB3"/>
    <w:rsid w:val="00992395"/>
    <w:rsid w:val="00992AB3"/>
    <w:rsid w:val="00993A79"/>
    <w:rsid w:val="00994DF9"/>
    <w:rsid w:val="00995754"/>
    <w:rsid w:val="00995E6F"/>
    <w:rsid w:val="009960CE"/>
    <w:rsid w:val="00996945"/>
    <w:rsid w:val="00996F18"/>
    <w:rsid w:val="009971EF"/>
    <w:rsid w:val="00997FD2"/>
    <w:rsid w:val="009A1443"/>
    <w:rsid w:val="009A1EBE"/>
    <w:rsid w:val="009A2629"/>
    <w:rsid w:val="009A459F"/>
    <w:rsid w:val="009A460D"/>
    <w:rsid w:val="009A4C55"/>
    <w:rsid w:val="009A52F0"/>
    <w:rsid w:val="009A55E9"/>
    <w:rsid w:val="009A7278"/>
    <w:rsid w:val="009B0BBE"/>
    <w:rsid w:val="009B0C27"/>
    <w:rsid w:val="009B12B3"/>
    <w:rsid w:val="009B1D75"/>
    <w:rsid w:val="009B1FBF"/>
    <w:rsid w:val="009B2C78"/>
    <w:rsid w:val="009B324D"/>
    <w:rsid w:val="009B3ED3"/>
    <w:rsid w:val="009B423D"/>
    <w:rsid w:val="009B45DB"/>
    <w:rsid w:val="009B4E75"/>
    <w:rsid w:val="009B4F68"/>
    <w:rsid w:val="009B5E4B"/>
    <w:rsid w:val="009B60B5"/>
    <w:rsid w:val="009B659F"/>
    <w:rsid w:val="009C09A0"/>
    <w:rsid w:val="009C0C39"/>
    <w:rsid w:val="009C10F7"/>
    <w:rsid w:val="009C2D17"/>
    <w:rsid w:val="009C2E88"/>
    <w:rsid w:val="009C2F67"/>
    <w:rsid w:val="009C389F"/>
    <w:rsid w:val="009C3C3B"/>
    <w:rsid w:val="009C52F8"/>
    <w:rsid w:val="009C650A"/>
    <w:rsid w:val="009C6840"/>
    <w:rsid w:val="009D0302"/>
    <w:rsid w:val="009D0732"/>
    <w:rsid w:val="009D0B45"/>
    <w:rsid w:val="009D10CF"/>
    <w:rsid w:val="009D1505"/>
    <w:rsid w:val="009D2F2B"/>
    <w:rsid w:val="009D3EC3"/>
    <w:rsid w:val="009D3F70"/>
    <w:rsid w:val="009D3FC0"/>
    <w:rsid w:val="009D4070"/>
    <w:rsid w:val="009D429C"/>
    <w:rsid w:val="009D490E"/>
    <w:rsid w:val="009D538F"/>
    <w:rsid w:val="009D5E9D"/>
    <w:rsid w:val="009E00B8"/>
    <w:rsid w:val="009E1BC3"/>
    <w:rsid w:val="009E1E67"/>
    <w:rsid w:val="009E220F"/>
    <w:rsid w:val="009E35D1"/>
    <w:rsid w:val="009E39F6"/>
    <w:rsid w:val="009E3BD3"/>
    <w:rsid w:val="009E3DD8"/>
    <w:rsid w:val="009E3E3B"/>
    <w:rsid w:val="009E3E6C"/>
    <w:rsid w:val="009E4F4A"/>
    <w:rsid w:val="009E6C41"/>
    <w:rsid w:val="009E700A"/>
    <w:rsid w:val="009E757D"/>
    <w:rsid w:val="009E7CFC"/>
    <w:rsid w:val="009E7F9A"/>
    <w:rsid w:val="009F09AC"/>
    <w:rsid w:val="009F0F93"/>
    <w:rsid w:val="009F12DA"/>
    <w:rsid w:val="009F2439"/>
    <w:rsid w:val="009F2F62"/>
    <w:rsid w:val="009F5066"/>
    <w:rsid w:val="009F6520"/>
    <w:rsid w:val="009F7E27"/>
    <w:rsid w:val="009F7E5F"/>
    <w:rsid w:val="00A00372"/>
    <w:rsid w:val="00A00BBD"/>
    <w:rsid w:val="00A0179A"/>
    <w:rsid w:val="00A0183C"/>
    <w:rsid w:val="00A01BBB"/>
    <w:rsid w:val="00A021A9"/>
    <w:rsid w:val="00A02BC7"/>
    <w:rsid w:val="00A02D20"/>
    <w:rsid w:val="00A03505"/>
    <w:rsid w:val="00A037B0"/>
    <w:rsid w:val="00A038C3"/>
    <w:rsid w:val="00A03A7E"/>
    <w:rsid w:val="00A042F9"/>
    <w:rsid w:val="00A04D6A"/>
    <w:rsid w:val="00A054EC"/>
    <w:rsid w:val="00A0639C"/>
    <w:rsid w:val="00A102C7"/>
    <w:rsid w:val="00A10678"/>
    <w:rsid w:val="00A1108D"/>
    <w:rsid w:val="00A120F8"/>
    <w:rsid w:val="00A13646"/>
    <w:rsid w:val="00A14204"/>
    <w:rsid w:val="00A14C45"/>
    <w:rsid w:val="00A15A1A"/>
    <w:rsid w:val="00A166CD"/>
    <w:rsid w:val="00A1692E"/>
    <w:rsid w:val="00A17DBB"/>
    <w:rsid w:val="00A20228"/>
    <w:rsid w:val="00A21DDF"/>
    <w:rsid w:val="00A224B8"/>
    <w:rsid w:val="00A22E37"/>
    <w:rsid w:val="00A23030"/>
    <w:rsid w:val="00A23D63"/>
    <w:rsid w:val="00A24227"/>
    <w:rsid w:val="00A24791"/>
    <w:rsid w:val="00A2481C"/>
    <w:rsid w:val="00A24BBE"/>
    <w:rsid w:val="00A24D4F"/>
    <w:rsid w:val="00A2652A"/>
    <w:rsid w:val="00A265A5"/>
    <w:rsid w:val="00A2666B"/>
    <w:rsid w:val="00A26DBC"/>
    <w:rsid w:val="00A277D3"/>
    <w:rsid w:val="00A31478"/>
    <w:rsid w:val="00A3330C"/>
    <w:rsid w:val="00A33451"/>
    <w:rsid w:val="00A34090"/>
    <w:rsid w:val="00A3442B"/>
    <w:rsid w:val="00A3460C"/>
    <w:rsid w:val="00A34D98"/>
    <w:rsid w:val="00A34EF9"/>
    <w:rsid w:val="00A3649B"/>
    <w:rsid w:val="00A37255"/>
    <w:rsid w:val="00A419CE"/>
    <w:rsid w:val="00A42218"/>
    <w:rsid w:val="00A43E16"/>
    <w:rsid w:val="00A44899"/>
    <w:rsid w:val="00A46564"/>
    <w:rsid w:val="00A469D7"/>
    <w:rsid w:val="00A472DB"/>
    <w:rsid w:val="00A47BD6"/>
    <w:rsid w:val="00A501AB"/>
    <w:rsid w:val="00A50987"/>
    <w:rsid w:val="00A51E0A"/>
    <w:rsid w:val="00A52E20"/>
    <w:rsid w:val="00A54365"/>
    <w:rsid w:val="00A5469E"/>
    <w:rsid w:val="00A5542C"/>
    <w:rsid w:val="00A55DD4"/>
    <w:rsid w:val="00A56150"/>
    <w:rsid w:val="00A56739"/>
    <w:rsid w:val="00A569B2"/>
    <w:rsid w:val="00A611AB"/>
    <w:rsid w:val="00A613CE"/>
    <w:rsid w:val="00A6147F"/>
    <w:rsid w:val="00A61712"/>
    <w:rsid w:val="00A625CF"/>
    <w:rsid w:val="00A627A8"/>
    <w:rsid w:val="00A640C7"/>
    <w:rsid w:val="00A643E6"/>
    <w:rsid w:val="00A65934"/>
    <w:rsid w:val="00A6623D"/>
    <w:rsid w:val="00A666EA"/>
    <w:rsid w:val="00A66E96"/>
    <w:rsid w:val="00A67F13"/>
    <w:rsid w:val="00A7081E"/>
    <w:rsid w:val="00A70F9E"/>
    <w:rsid w:val="00A71438"/>
    <w:rsid w:val="00A715B3"/>
    <w:rsid w:val="00A72930"/>
    <w:rsid w:val="00A72AA1"/>
    <w:rsid w:val="00A7368A"/>
    <w:rsid w:val="00A7419B"/>
    <w:rsid w:val="00A74FBF"/>
    <w:rsid w:val="00A76A19"/>
    <w:rsid w:val="00A76CA6"/>
    <w:rsid w:val="00A811D1"/>
    <w:rsid w:val="00A81350"/>
    <w:rsid w:val="00A822B9"/>
    <w:rsid w:val="00A83342"/>
    <w:rsid w:val="00A83672"/>
    <w:rsid w:val="00A8381A"/>
    <w:rsid w:val="00A85232"/>
    <w:rsid w:val="00A86B47"/>
    <w:rsid w:val="00A87A0B"/>
    <w:rsid w:val="00A9032A"/>
    <w:rsid w:val="00A906AE"/>
    <w:rsid w:val="00A90A96"/>
    <w:rsid w:val="00A93275"/>
    <w:rsid w:val="00A93DFC"/>
    <w:rsid w:val="00A93F40"/>
    <w:rsid w:val="00A94150"/>
    <w:rsid w:val="00A95C31"/>
    <w:rsid w:val="00A95F56"/>
    <w:rsid w:val="00A97411"/>
    <w:rsid w:val="00A97DDE"/>
    <w:rsid w:val="00AA0ADB"/>
    <w:rsid w:val="00AA2394"/>
    <w:rsid w:val="00AA4F4F"/>
    <w:rsid w:val="00AA54B0"/>
    <w:rsid w:val="00AA5EF9"/>
    <w:rsid w:val="00AA6F22"/>
    <w:rsid w:val="00AA7B55"/>
    <w:rsid w:val="00AB01A8"/>
    <w:rsid w:val="00AB0AEA"/>
    <w:rsid w:val="00AB0C30"/>
    <w:rsid w:val="00AB11AF"/>
    <w:rsid w:val="00AB3B14"/>
    <w:rsid w:val="00AB3F76"/>
    <w:rsid w:val="00AB4311"/>
    <w:rsid w:val="00AB4443"/>
    <w:rsid w:val="00AB513D"/>
    <w:rsid w:val="00AB5999"/>
    <w:rsid w:val="00AB5F4C"/>
    <w:rsid w:val="00AB7991"/>
    <w:rsid w:val="00AB7AD5"/>
    <w:rsid w:val="00AC000F"/>
    <w:rsid w:val="00AC0825"/>
    <w:rsid w:val="00AC1DD1"/>
    <w:rsid w:val="00AC533E"/>
    <w:rsid w:val="00AC5F47"/>
    <w:rsid w:val="00AC62D8"/>
    <w:rsid w:val="00AC6AC2"/>
    <w:rsid w:val="00AC79D3"/>
    <w:rsid w:val="00AD0985"/>
    <w:rsid w:val="00AD1CCD"/>
    <w:rsid w:val="00AD1F3E"/>
    <w:rsid w:val="00AD57CF"/>
    <w:rsid w:val="00AD5C39"/>
    <w:rsid w:val="00AE032C"/>
    <w:rsid w:val="00AE14FD"/>
    <w:rsid w:val="00AE1CB8"/>
    <w:rsid w:val="00AE1CBA"/>
    <w:rsid w:val="00AE1CC1"/>
    <w:rsid w:val="00AE1E18"/>
    <w:rsid w:val="00AE3A73"/>
    <w:rsid w:val="00AE3AC8"/>
    <w:rsid w:val="00AE50D1"/>
    <w:rsid w:val="00AE7B7D"/>
    <w:rsid w:val="00AF0724"/>
    <w:rsid w:val="00AF1058"/>
    <w:rsid w:val="00AF2F01"/>
    <w:rsid w:val="00AF401A"/>
    <w:rsid w:val="00AF47D1"/>
    <w:rsid w:val="00AF56D3"/>
    <w:rsid w:val="00AF5FFC"/>
    <w:rsid w:val="00AF61C8"/>
    <w:rsid w:val="00AF66AF"/>
    <w:rsid w:val="00AF6DAE"/>
    <w:rsid w:val="00AF7424"/>
    <w:rsid w:val="00B009EA"/>
    <w:rsid w:val="00B00E01"/>
    <w:rsid w:val="00B01BC5"/>
    <w:rsid w:val="00B03205"/>
    <w:rsid w:val="00B036EA"/>
    <w:rsid w:val="00B0464D"/>
    <w:rsid w:val="00B04C02"/>
    <w:rsid w:val="00B04EE2"/>
    <w:rsid w:val="00B05151"/>
    <w:rsid w:val="00B062AB"/>
    <w:rsid w:val="00B065D1"/>
    <w:rsid w:val="00B07030"/>
    <w:rsid w:val="00B11C8D"/>
    <w:rsid w:val="00B11DB3"/>
    <w:rsid w:val="00B1228B"/>
    <w:rsid w:val="00B1233A"/>
    <w:rsid w:val="00B12A9D"/>
    <w:rsid w:val="00B13046"/>
    <w:rsid w:val="00B15BE0"/>
    <w:rsid w:val="00B15CAC"/>
    <w:rsid w:val="00B1607B"/>
    <w:rsid w:val="00B166E9"/>
    <w:rsid w:val="00B16BD5"/>
    <w:rsid w:val="00B233C7"/>
    <w:rsid w:val="00B23F66"/>
    <w:rsid w:val="00B2535C"/>
    <w:rsid w:val="00B25C5B"/>
    <w:rsid w:val="00B261FB"/>
    <w:rsid w:val="00B27381"/>
    <w:rsid w:val="00B27551"/>
    <w:rsid w:val="00B27701"/>
    <w:rsid w:val="00B3266E"/>
    <w:rsid w:val="00B32E66"/>
    <w:rsid w:val="00B34141"/>
    <w:rsid w:val="00B35973"/>
    <w:rsid w:val="00B35CEE"/>
    <w:rsid w:val="00B36E55"/>
    <w:rsid w:val="00B36EA1"/>
    <w:rsid w:val="00B37145"/>
    <w:rsid w:val="00B40E74"/>
    <w:rsid w:val="00B4205C"/>
    <w:rsid w:val="00B42D8A"/>
    <w:rsid w:val="00B42DB0"/>
    <w:rsid w:val="00B42FCB"/>
    <w:rsid w:val="00B43B95"/>
    <w:rsid w:val="00B44297"/>
    <w:rsid w:val="00B44B79"/>
    <w:rsid w:val="00B454A9"/>
    <w:rsid w:val="00B45890"/>
    <w:rsid w:val="00B4668C"/>
    <w:rsid w:val="00B46806"/>
    <w:rsid w:val="00B46F07"/>
    <w:rsid w:val="00B50178"/>
    <w:rsid w:val="00B509DD"/>
    <w:rsid w:val="00B518AA"/>
    <w:rsid w:val="00B5238A"/>
    <w:rsid w:val="00B52985"/>
    <w:rsid w:val="00B543C0"/>
    <w:rsid w:val="00B54C38"/>
    <w:rsid w:val="00B55099"/>
    <w:rsid w:val="00B55457"/>
    <w:rsid w:val="00B57240"/>
    <w:rsid w:val="00B579D0"/>
    <w:rsid w:val="00B57F06"/>
    <w:rsid w:val="00B60112"/>
    <w:rsid w:val="00B6064A"/>
    <w:rsid w:val="00B608DA"/>
    <w:rsid w:val="00B60A29"/>
    <w:rsid w:val="00B61578"/>
    <w:rsid w:val="00B62462"/>
    <w:rsid w:val="00B63272"/>
    <w:rsid w:val="00B64377"/>
    <w:rsid w:val="00B649AA"/>
    <w:rsid w:val="00B65338"/>
    <w:rsid w:val="00B65E6F"/>
    <w:rsid w:val="00B678F9"/>
    <w:rsid w:val="00B7029C"/>
    <w:rsid w:val="00B710D4"/>
    <w:rsid w:val="00B71A1D"/>
    <w:rsid w:val="00B72895"/>
    <w:rsid w:val="00B732F3"/>
    <w:rsid w:val="00B7384D"/>
    <w:rsid w:val="00B74603"/>
    <w:rsid w:val="00B74920"/>
    <w:rsid w:val="00B7523A"/>
    <w:rsid w:val="00B7630C"/>
    <w:rsid w:val="00B76A7E"/>
    <w:rsid w:val="00B77379"/>
    <w:rsid w:val="00B810B7"/>
    <w:rsid w:val="00B8114F"/>
    <w:rsid w:val="00B8253F"/>
    <w:rsid w:val="00B84AE1"/>
    <w:rsid w:val="00B84E88"/>
    <w:rsid w:val="00B853C4"/>
    <w:rsid w:val="00B8581A"/>
    <w:rsid w:val="00B8618D"/>
    <w:rsid w:val="00B862DF"/>
    <w:rsid w:val="00B86E67"/>
    <w:rsid w:val="00B87302"/>
    <w:rsid w:val="00B919C8"/>
    <w:rsid w:val="00B91C0E"/>
    <w:rsid w:val="00B9298B"/>
    <w:rsid w:val="00B943A6"/>
    <w:rsid w:val="00B94FC7"/>
    <w:rsid w:val="00B957D4"/>
    <w:rsid w:val="00B95914"/>
    <w:rsid w:val="00B96237"/>
    <w:rsid w:val="00B9715B"/>
    <w:rsid w:val="00B976D4"/>
    <w:rsid w:val="00B97760"/>
    <w:rsid w:val="00B97BEE"/>
    <w:rsid w:val="00BA04BF"/>
    <w:rsid w:val="00BA0658"/>
    <w:rsid w:val="00BA0A77"/>
    <w:rsid w:val="00BA1EF5"/>
    <w:rsid w:val="00BA2A14"/>
    <w:rsid w:val="00BA6E93"/>
    <w:rsid w:val="00BA70E5"/>
    <w:rsid w:val="00BA79A6"/>
    <w:rsid w:val="00BA7B3A"/>
    <w:rsid w:val="00BA7B6A"/>
    <w:rsid w:val="00BB0E31"/>
    <w:rsid w:val="00BB1739"/>
    <w:rsid w:val="00BB1A2C"/>
    <w:rsid w:val="00BB27F5"/>
    <w:rsid w:val="00BB36BD"/>
    <w:rsid w:val="00BB4DB7"/>
    <w:rsid w:val="00BB6914"/>
    <w:rsid w:val="00BB73DD"/>
    <w:rsid w:val="00BB7A98"/>
    <w:rsid w:val="00BC04C6"/>
    <w:rsid w:val="00BC0564"/>
    <w:rsid w:val="00BC0B40"/>
    <w:rsid w:val="00BC1069"/>
    <w:rsid w:val="00BC10FE"/>
    <w:rsid w:val="00BC3C04"/>
    <w:rsid w:val="00BC429D"/>
    <w:rsid w:val="00BC7898"/>
    <w:rsid w:val="00BD0033"/>
    <w:rsid w:val="00BD1490"/>
    <w:rsid w:val="00BD1B9C"/>
    <w:rsid w:val="00BD216D"/>
    <w:rsid w:val="00BD33AD"/>
    <w:rsid w:val="00BD35D3"/>
    <w:rsid w:val="00BD360F"/>
    <w:rsid w:val="00BD4A49"/>
    <w:rsid w:val="00BD627E"/>
    <w:rsid w:val="00BD72A8"/>
    <w:rsid w:val="00BD7C9C"/>
    <w:rsid w:val="00BE00AD"/>
    <w:rsid w:val="00BE0394"/>
    <w:rsid w:val="00BE060B"/>
    <w:rsid w:val="00BE0BF1"/>
    <w:rsid w:val="00BE22BA"/>
    <w:rsid w:val="00BE2BF2"/>
    <w:rsid w:val="00BE30A9"/>
    <w:rsid w:val="00BE3D5B"/>
    <w:rsid w:val="00BE525A"/>
    <w:rsid w:val="00BE5554"/>
    <w:rsid w:val="00BE61CC"/>
    <w:rsid w:val="00BE6423"/>
    <w:rsid w:val="00BE6E27"/>
    <w:rsid w:val="00BE76D3"/>
    <w:rsid w:val="00BE7C1C"/>
    <w:rsid w:val="00BF0A13"/>
    <w:rsid w:val="00BF2E8F"/>
    <w:rsid w:val="00BF5D39"/>
    <w:rsid w:val="00BF5D52"/>
    <w:rsid w:val="00BF674D"/>
    <w:rsid w:val="00BF6DEE"/>
    <w:rsid w:val="00BF71D1"/>
    <w:rsid w:val="00BF7690"/>
    <w:rsid w:val="00BF7E8E"/>
    <w:rsid w:val="00C00CCD"/>
    <w:rsid w:val="00C01709"/>
    <w:rsid w:val="00C0318D"/>
    <w:rsid w:val="00C031D7"/>
    <w:rsid w:val="00C0389F"/>
    <w:rsid w:val="00C03FD5"/>
    <w:rsid w:val="00C05167"/>
    <w:rsid w:val="00C0559A"/>
    <w:rsid w:val="00C05733"/>
    <w:rsid w:val="00C11BC4"/>
    <w:rsid w:val="00C11C55"/>
    <w:rsid w:val="00C12119"/>
    <w:rsid w:val="00C12233"/>
    <w:rsid w:val="00C127A9"/>
    <w:rsid w:val="00C139B4"/>
    <w:rsid w:val="00C13D4E"/>
    <w:rsid w:val="00C14E11"/>
    <w:rsid w:val="00C1690A"/>
    <w:rsid w:val="00C2012B"/>
    <w:rsid w:val="00C20585"/>
    <w:rsid w:val="00C21F90"/>
    <w:rsid w:val="00C23B63"/>
    <w:rsid w:val="00C247E9"/>
    <w:rsid w:val="00C248E8"/>
    <w:rsid w:val="00C26FDB"/>
    <w:rsid w:val="00C3097C"/>
    <w:rsid w:val="00C30F19"/>
    <w:rsid w:val="00C30FBB"/>
    <w:rsid w:val="00C32B72"/>
    <w:rsid w:val="00C3445E"/>
    <w:rsid w:val="00C34A03"/>
    <w:rsid w:val="00C360E5"/>
    <w:rsid w:val="00C3662D"/>
    <w:rsid w:val="00C36B82"/>
    <w:rsid w:val="00C37AC7"/>
    <w:rsid w:val="00C41067"/>
    <w:rsid w:val="00C41CB1"/>
    <w:rsid w:val="00C426D8"/>
    <w:rsid w:val="00C43C16"/>
    <w:rsid w:val="00C442DF"/>
    <w:rsid w:val="00C458B4"/>
    <w:rsid w:val="00C47258"/>
    <w:rsid w:val="00C507AA"/>
    <w:rsid w:val="00C50BB6"/>
    <w:rsid w:val="00C50C52"/>
    <w:rsid w:val="00C50DD1"/>
    <w:rsid w:val="00C5132B"/>
    <w:rsid w:val="00C519DB"/>
    <w:rsid w:val="00C52181"/>
    <w:rsid w:val="00C53102"/>
    <w:rsid w:val="00C532A7"/>
    <w:rsid w:val="00C53954"/>
    <w:rsid w:val="00C53BBB"/>
    <w:rsid w:val="00C54101"/>
    <w:rsid w:val="00C54133"/>
    <w:rsid w:val="00C5453C"/>
    <w:rsid w:val="00C5466F"/>
    <w:rsid w:val="00C54A36"/>
    <w:rsid w:val="00C55257"/>
    <w:rsid w:val="00C55BE0"/>
    <w:rsid w:val="00C55E16"/>
    <w:rsid w:val="00C56295"/>
    <w:rsid w:val="00C577CE"/>
    <w:rsid w:val="00C57A0E"/>
    <w:rsid w:val="00C57F11"/>
    <w:rsid w:val="00C607AC"/>
    <w:rsid w:val="00C6148A"/>
    <w:rsid w:val="00C6197D"/>
    <w:rsid w:val="00C625D3"/>
    <w:rsid w:val="00C62A7C"/>
    <w:rsid w:val="00C63378"/>
    <w:rsid w:val="00C63A06"/>
    <w:rsid w:val="00C6468E"/>
    <w:rsid w:val="00C64D32"/>
    <w:rsid w:val="00C64FEF"/>
    <w:rsid w:val="00C65567"/>
    <w:rsid w:val="00C65CCC"/>
    <w:rsid w:val="00C66577"/>
    <w:rsid w:val="00C6690E"/>
    <w:rsid w:val="00C66D6D"/>
    <w:rsid w:val="00C67304"/>
    <w:rsid w:val="00C713DA"/>
    <w:rsid w:val="00C722FF"/>
    <w:rsid w:val="00C72A4F"/>
    <w:rsid w:val="00C73389"/>
    <w:rsid w:val="00C739E2"/>
    <w:rsid w:val="00C73AA4"/>
    <w:rsid w:val="00C77145"/>
    <w:rsid w:val="00C8054F"/>
    <w:rsid w:val="00C808A5"/>
    <w:rsid w:val="00C80EA4"/>
    <w:rsid w:val="00C81195"/>
    <w:rsid w:val="00C8165C"/>
    <w:rsid w:val="00C816E7"/>
    <w:rsid w:val="00C81819"/>
    <w:rsid w:val="00C8251B"/>
    <w:rsid w:val="00C8383D"/>
    <w:rsid w:val="00C8418D"/>
    <w:rsid w:val="00C848D4"/>
    <w:rsid w:val="00C84E9F"/>
    <w:rsid w:val="00C851C5"/>
    <w:rsid w:val="00C85295"/>
    <w:rsid w:val="00C870CA"/>
    <w:rsid w:val="00C873E7"/>
    <w:rsid w:val="00C90478"/>
    <w:rsid w:val="00C9092D"/>
    <w:rsid w:val="00C90DC1"/>
    <w:rsid w:val="00C92048"/>
    <w:rsid w:val="00C939C6"/>
    <w:rsid w:val="00C93C55"/>
    <w:rsid w:val="00C940F2"/>
    <w:rsid w:val="00C942D5"/>
    <w:rsid w:val="00C9477C"/>
    <w:rsid w:val="00C95C0A"/>
    <w:rsid w:val="00C961F8"/>
    <w:rsid w:val="00C967B1"/>
    <w:rsid w:val="00C97125"/>
    <w:rsid w:val="00C97CC0"/>
    <w:rsid w:val="00CA0743"/>
    <w:rsid w:val="00CA312A"/>
    <w:rsid w:val="00CA429A"/>
    <w:rsid w:val="00CA4923"/>
    <w:rsid w:val="00CA6160"/>
    <w:rsid w:val="00CA7210"/>
    <w:rsid w:val="00CA7222"/>
    <w:rsid w:val="00CA7D15"/>
    <w:rsid w:val="00CB0C04"/>
    <w:rsid w:val="00CB1EA6"/>
    <w:rsid w:val="00CB2D3C"/>
    <w:rsid w:val="00CB3DB6"/>
    <w:rsid w:val="00CB4836"/>
    <w:rsid w:val="00CB5618"/>
    <w:rsid w:val="00CB6263"/>
    <w:rsid w:val="00CB64F1"/>
    <w:rsid w:val="00CB7227"/>
    <w:rsid w:val="00CC16A8"/>
    <w:rsid w:val="00CC2595"/>
    <w:rsid w:val="00CC3711"/>
    <w:rsid w:val="00CC4556"/>
    <w:rsid w:val="00CC54C4"/>
    <w:rsid w:val="00CC5C70"/>
    <w:rsid w:val="00CC62C6"/>
    <w:rsid w:val="00CC708E"/>
    <w:rsid w:val="00CC7F9E"/>
    <w:rsid w:val="00CD22C3"/>
    <w:rsid w:val="00CD2901"/>
    <w:rsid w:val="00CD2E78"/>
    <w:rsid w:val="00CD30AB"/>
    <w:rsid w:val="00CD446F"/>
    <w:rsid w:val="00CD456D"/>
    <w:rsid w:val="00CD5006"/>
    <w:rsid w:val="00CD5893"/>
    <w:rsid w:val="00CD5A74"/>
    <w:rsid w:val="00CD611E"/>
    <w:rsid w:val="00CD6AFF"/>
    <w:rsid w:val="00CD7251"/>
    <w:rsid w:val="00CE080C"/>
    <w:rsid w:val="00CE0B12"/>
    <w:rsid w:val="00CE147A"/>
    <w:rsid w:val="00CE23B3"/>
    <w:rsid w:val="00CE2723"/>
    <w:rsid w:val="00CE28F5"/>
    <w:rsid w:val="00CE2ADD"/>
    <w:rsid w:val="00CE33AA"/>
    <w:rsid w:val="00CE438D"/>
    <w:rsid w:val="00CE4C4B"/>
    <w:rsid w:val="00CE4E21"/>
    <w:rsid w:val="00CE66C9"/>
    <w:rsid w:val="00CE6F4B"/>
    <w:rsid w:val="00CE736F"/>
    <w:rsid w:val="00CE7714"/>
    <w:rsid w:val="00CE7843"/>
    <w:rsid w:val="00CF10B5"/>
    <w:rsid w:val="00CF140A"/>
    <w:rsid w:val="00CF34CB"/>
    <w:rsid w:val="00CF36BE"/>
    <w:rsid w:val="00CF42A2"/>
    <w:rsid w:val="00CF573F"/>
    <w:rsid w:val="00CF5F93"/>
    <w:rsid w:val="00CF6F06"/>
    <w:rsid w:val="00CF742C"/>
    <w:rsid w:val="00CF7693"/>
    <w:rsid w:val="00D03210"/>
    <w:rsid w:val="00D034E5"/>
    <w:rsid w:val="00D0367F"/>
    <w:rsid w:val="00D041D0"/>
    <w:rsid w:val="00D0466A"/>
    <w:rsid w:val="00D04BAF"/>
    <w:rsid w:val="00D04E96"/>
    <w:rsid w:val="00D05091"/>
    <w:rsid w:val="00D05A99"/>
    <w:rsid w:val="00D06665"/>
    <w:rsid w:val="00D072B7"/>
    <w:rsid w:val="00D101E0"/>
    <w:rsid w:val="00D10492"/>
    <w:rsid w:val="00D111D6"/>
    <w:rsid w:val="00D12C55"/>
    <w:rsid w:val="00D12E91"/>
    <w:rsid w:val="00D12EE0"/>
    <w:rsid w:val="00D13DAD"/>
    <w:rsid w:val="00D14E4D"/>
    <w:rsid w:val="00D15C4B"/>
    <w:rsid w:val="00D16548"/>
    <w:rsid w:val="00D17E37"/>
    <w:rsid w:val="00D202EF"/>
    <w:rsid w:val="00D20DC8"/>
    <w:rsid w:val="00D21062"/>
    <w:rsid w:val="00D21181"/>
    <w:rsid w:val="00D22083"/>
    <w:rsid w:val="00D2275B"/>
    <w:rsid w:val="00D22902"/>
    <w:rsid w:val="00D23B1D"/>
    <w:rsid w:val="00D24CEF"/>
    <w:rsid w:val="00D24D1C"/>
    <w:rsid w:val="00D24F2B"/>
    <w:rsid w:val="00D250A1"/>
    <w:rsid w:val="00D26679"/>
    <w:rsid w:val="00D270D4"/>
    <w:rsid w:val="00D2723F"/>
    <w:rsid w:val="00D2784A"/>
    <w:rsid w:val="00D27AE9"/>
    <w:rsid w:val="00D3022D"/>
    <w:rsid w:val="00D30E55"/>
    <w:rsid w:val="00D3209C"/>
    <w:rsid w:val="00D323D9"/>
    <w:rsid w:val="00D32F08"/>
    <w:rsid w:val="00D33968"/>
    <w:rsid w:val="00D33E0F"/>
    <w:rsid w:val="00D357C3"/>
    <w:rsid w:val="00D377D9"/>
    <w:rsid w:val="00D378C6"/>
    <w:rsid w:val="00D37F10"/>
    <w:rsid w:val="00D418EA"/>
    <w:rsid w:val="00D42C95"/>
    <w:rsid w:val="00D434CE"/>
    <w:rsid w:val="00D43AFD"/>
    <w:rsid w:val="00D4494B"/>
    <w:rsid w:val="00D44B20"/>
    <w:rsid w:val="00D50350"/>
    <w:rsid w:val="00D50DFC"/>
    <w:rsid w:val="00D52FC2"/>
    <w:rsid w:val="00D5363A"/>
    <w:rsid w:val="00D537B4"/>
    <w:rsid w:val="00D53D79"/>
    <w:rsid w:val="00D55C50"/>
    <w:rsid w:val="00D56195"/>
    <w:rsid w:val="00D5620F"/>
    <w:rsid w:val="00D56362"/>
    <w:rsid w:val="00D57DC8"/>
    <w:rsid w:val="00D608E5"/>
    <w:rsid w:val="00D60D16"/>
    <w:rsid w:val="00D61DFF"/>
    <w:rsid w:val="00D637F3"/>
    <w:rsid w:val="00D651AA"/>
    <w:rsid w:val="00D65EA9"/>
    <w:rsid w:val="00D6663C"/>
    <w:rsid w:val="00D66CBE"/>
    <w:rsid w:val="00D70908"/>
    <w:rsid w:val="00D711A0"/>
    <w:rsid w:val="00D720CA"/>
    <w:rsid w:val="00D73076"/>
    <w:rsid w:val="00D7335D"/>
    <w:rsid w:val="00D73C9F"/>
    <w:rsid w:val="00D741A5"/>
    <w:rsid w:val="00D74A97"/>
    <w:rsid w:val="00D75DD2"/>
    <w:rsid w:val="00D75E79"/>
    <w:rsid w:val="00D83C1B"/>
    <w:rsid w:val="00D83C62"/>
    <w:rsid w:val="00D8443E"/>
    <w:rsid w:val="00D84485"/>
    <w:rsid w:val="00D845DA"/>
    <w:rsid w:val="00D853E0"/>
    <w:rsid w:val="00D859FD"/>
    <w:rsid w:val="00D85B6E"/>
    <w:rsid w:val="00D85C07"/>
    <w:rsid w:val="00D85ECE"/>
    <w:rsid w:val="00D86435"/>
    <w:rsid w:val="00D874CB"/>
    <w:rsid w:val="00D87ED0"/>
    <w:rsid w:val="00D908A0"/>
    <w:rsid w:val="00D91D96"/>
    <w:rsid w:val="00D926AB"/>
    <w:rsid w:val="00D92A4B"/>
    <w:rsid w:val="00D93B28"/>
    <w:rsid w:val="00D94707"/>
    <w:rsid w:val="00D973AD"/>
    <w:rsid w:val="00D979C8"/>
    <w:rsid w:val="00D97BE7"/>
    <w:rsid w:val="00D97E61"/>
    <w:rsid w:val="00DA0708"/>
    <w:rsid w:val="00DA10A7"/>
    <w:rsid w:val="00DA14F8"/>
    <w:rsid w:val="00DA19A8"/>
    <w:rsid w:val="00DA1C3B"/>
    <w:rsid w:val="00DA2085"/>
    <w:rsid w:val="00DA29A2"/>
    <w:rsid w:val="00DA2A47"/>
    <w:rsid w:val="00DA2C95"/>
    <w:rsid w:val="00DA4326"/>
    <w:rsid w:val="00DA4655"/>
    <w:rsid w:val="00DA7CED"/>
    <w:rsid w:val="00DB1E90"/>
    <w:rsid w:val="00DB1E91"/>
    <w:rsid w:val="00DB24CC"/>
    <w:rsid w:val="00DB4342"/>
    <w:rsid w:val="00DB4DE4"/>
    <w:rsid w:val="00DB5A15"/>
    <w:rsid w:val="00DB669D"/>
    <w:rsid w:val="00DB6E1D"/>
    <w:rsid w:val="00DB72FB"/>
    <w:rsid w:val="00DB7C89"/>
    <w:rsid w:val="00DC045D"/>
    <w:rsid w:val="00DC0A93"/>
    <w:rsid w:val="00DC178C"/>
    <w:rsid w:val="00DC1DF3"/>
    <w:rsid w:val="00DC264F"/>
    <w:rsid w:val="00DC2BA7"/>
    <w:rsid w:val="00DC3D40"/>
    <w:rsid w:val="00DC49F3"/>
    <w:rsid w:val="00DC5DE2"/>
    <w:rsid w:val="00DC65F9"/>
    <w:rsid w:val="00DC6D7F"/>
    <w:rsid w:val="00DC6E72"/>
    <w:rsid w:val="00DD0A49"/>
    <w:rsid w:val="00DD1556"/>
    <w:rsid w:val="00DD28F2"/>
    <w:rsid w:val="00DD4C14"/>
    <w:rsid w:val="00DD6B28"/>
    <w:rsid w:val="00DD6B68"/>
    <w:rsid w:val="00DD6DA8"/>
    <w:rsid w:val="00DD6FEE"/>
    <w:rsid w:val="00DD7F85"/>
    <w:rsid w:val="00DE03A1"/>
    <w:rsid w:val="00DE1CEE"/>
    <w:rsid w:val="00DE3301"/>
    <w:rsid w:val="00DE3467"/>
    <w:rsid w:val="00DE5E5E"/>
    <w:rsid w:val="00DE7592"/>
    <w:rsid w:val="00DF09BA"/>
    <w:rsid w:val="00DF0FEE"/>
    <w:rsid w:val="00DF1DF0"/>
    <w:rsid w:val="00DF2DBE"/>
    <w:rsid w:val="00DF35D2"/>
    <w:rsid w:val="00DF4A02"/>
    <w:rsid w:val="00DF4F49"/>
    <w:rsid w:val="00DF5331"/>
    <w:rsid w:val="00DF562D"/>
    <w:rsid w:val="00DF591E"/>
    <w:rsid w:val="00DF5B66"/>
    <w:rsid w:val="00DF5BE7"/>
    <w:rsid w:val="00DF5F49"/>
    <w:rsid w:val="00DF62E9"/>
    <w:rsid w:val="00DF74B6"/>
    <w:rsid w:val="00DF7CAB"/>
    <w:rsid w:val="00E03980"/>
    <w:rsid w:val="00E05C71"/>
    <w:rsid w:val="00E12E45"/>
    <w:rsid w:val="00E1404B"/>
    <w:rsid w:val="00E143A0"/>
    <w:rsid w:val="00E15D8A"/>
    <w:rsid w:val="00E162C0"/>
    <w:rsid w:val="00E16461"/>
    <w:rsid w:val="00E16908"/>
    <w:rsid w:val="00E16DD0"/>
    <w:rsid w:val="00E17268"/>
    <w:rsid w:val="00E201A6"/>
    <w:rsid w:val="00E21DE7"/>
    <w:rsid w:val="00E21EAE"/>
    <w:rsid w:val="00E21F52"/>
    <w:rsid w:val="00E22AE2"/>
    <w:rsid w:val="00E22FCC"/>
    <w:rsid w:val="00E23471"/>
    <w:rsid w:val="00E248D5"/>
    <w:rsid w:val="00E26C36"/>
    <w:rsid w:val="00E26D67"/>
    <w:rsid w:val="00E27A5D"/>
    <w:rsid w:val="00E30713"/>
    <w:rsid w:val="00E316B4"/>
    <w:rsid w:val="00E3341A"/>
    <w:rsid w:val="00E34545"/>
    <w:rsid w:val="00E368B2"/>
    <w:rsid w:val="00E37797"/>
    <w:rsid w:val="00E37999"/>
    <w:rsid w:val="00E40226"/>
    <w:rsid w:val="00E409BF"/>
    <w:rsid w:val="00E41819"/>
    <w:rsid w:val="00E43594"/>
    <w:rsid w:val="00E4397A"/>
    <w:rsid w:val="00E43D68"/>
    <w:rsid w:val="00E46040"/>
    <w:rsid w:val="00E46E80"/>
    <w:rsid w:val="00E47DFB"/>
    <w:rsid w:val="00E5001F"/>
    <w:rsid w:val="00E5060C"/>
    <w:rsid w:val="00E506CE"/>
    <w:rsid w:val="00E50A6A"/>
    <w:rsid w:val="00E51F70"/>
    <w:rsid w:val="00E52EF4"/>
    <w:rsid w:val="00E545FF"/>
    <w:rsid w:val="00E5475B"/>
    <w:rsid w:val="00E56161"/>
    <w:rsid w:val="00E56297"/>
    <w:rsid w:val="00E56870"/>
    <w:rsid w:val="00E56CD0"/>
    <w:rsid w:val="00E56FF4"/>
    <w:rsid w:val="00E57243"/>
    <w:rsid w:val="00E575FA"/>
    <w:rsid w:val="00E5793D"/>
    <w:rsid w:val="00E57F5F"/>
    <w:rsid w:val="00E62123"/>
    <w:rsid w:val="00E62B14"/>
    <w:rsid w:val="00E64260"/>
    <w:rsid w:val="00E646E5"/>
    <w:rsid w:val="00E64944"/>
    <w:rsid w:val="00E64F78"/>
    <w:rsid w:val="00E65864"/>
    <w:rsid w:val="00E659A9"/>
    <w:rsid w:val="00E6719E"/>
    <w:rsid w:val="00E671DC"/>
    <w:rsid w:val="00E674BC"/>
    <w:rsid w:val="00E67EB8"/>
    <w:rsid w:val="00E7030B"/>
    <w:rsid w:val="00E70D9A"/>
    <w:rsid w:val="00E715AD"/>
    <w:rsid w:val="00E719BB"/>
    <w:rsid w:val="00E72874"/>
    <w:rsid w:val="00E7364E"/>
    <w:rsid w:val="00E73AA4"/>
    <w:rsid w:val="00E73F2B"/>
    <w:rsid w:val="00E74869"/>
    <w:rsid w:val="00E74D25"/>
    <w:rsid w:val="00E74FF1"/>
    <w:rsid w:val="00E767D7"/>
    <w:rsid w:val="00E76D8E"/>
    <w:rsid w:val="00E77ECA"/>
    <w:rsid w:val="00E84209"/>
    <w:rsid w:val="00E84C62"/>
    <w:rsid w:val="00E854FE"/>
    <w:rsid w:val="00E859F6"/>
    <w:rsid w:val="00E85E01"/>
    <w:rsid w:val="00E87A4F"/>
    <w:rsid w:val="00E901D1"/>
    <w:rsid w:val="00E90E97"/>
    <w:rsid w:val="00E91BFF"/>
    <w:rsid w:val="00E926E1"/>
    <w:rsid w:val="00E92FF9"/>
    <w:rsid w:val="00E9314F"/>
    <w:rsid w:val="00E932D1"/>
    <w:rsid w:val="00E944E8"/>
    <w:rsid w:val="00E9673A"/>
    <w:rsid w:val="00E96791"/>
    <w:rsid w:val="00E96FEC"/>
    <w:rsid w:val="00E97520"/>
    <w:rsid w:val="00E97CBC"/>
    <w:rsid w:val="00EA0DF8"/>
    <w:rsid w:val="00EA1A9F"/>
    <w:rsid w:val="00EA1B2C"/>
    <w:rsid w:val="00EA205A"/>
    <w:rsid w:val="00EA2272"/>
    <w:rsid w:val="00EA2ECF"/>
    <w:rsid w:val="00EA37B3"/>
    <w:rsid w:val="00EA37F6"/>
    <w:rsid w:val="00EA6F84"/>
    <w:rsid w:val="00EA762E"/>
    <w:rsid w:val="00EB0893"/>
    <w:rsid w:val="00EB2E52"/>
    <w:rsid w:val="00EB316B"/>
    <w:rsid w:val="00EB43E3"/>
    <w:rsid w:val="00EB4DD0"/>
    <w:rsid w:val="00EB52F3"/>
    <w:rsid w:val="00EB56E1"/>
    <w:rsid w:val="00EB5A84"/>
    <w:rsid w:val="00EB5E87"/>
    <w:rsid w:val="00EB5F4E"/>
    <w:rsid w:val="00EB64CA"/>
    <w:rsid w:val="00EB6C6F"/>
    <w:rsid w:val="00EC091A"/>
    <w:rsid w:val="00EC095D"/>
    <w:rsid w:val="00EC0A2A"/>
    <w:rsid w:val="00EC0C25"/>
    <w:rsid w:val="00EC181B"/>
    <w:rsid w:val="00EC19B1"/>
    <w:rsid w:val="00EC216A"/>
    <w:rsid w:val="00EC4430"/>
    <w:rsid w:val="00EC597B"/>
    <w:rsid w:val="00EC614B"/>
    <w:rsid w:val="00EC69A3"/>
    <w:rsid w:val="00EC6FE5"/>
    <w:rsid w:val="00EC71ED"/>
    <w:rsid w:val="00EC7A72"/>
    <w:rsid w:val="00ED05B8"/>
    <w:rsid w:val="00ED098A"/>
    <w:rsid w:val="00ED0C04"/>
    <w:rsid w:val="00ED0C12"/>
    <w:rsid w:val="00ED1192"/>
    <w:rsid w:val="00ED11EC"/>
    <w:rsid w:val="00ED29F9"/>
    <w:rsid w:val="00ED35D5"/>
    <w:rsid w:val="00ED4ED1"/>
    <w:rsid w:val="00ED57E9"/>
    <w:rsid w:val="00ED581E"/>
    <w:rsid w:val="00ED645F"/>
    <w:rsid w:val="00EE00BA"/>
    <w:rsid w:val="00EE0435"/>
    <w:rsid w:val="00EE1C7B"/>
    <w:rsid w:val="00EE2549"/>
    <w:rsid w:val="00EE319B"/>
    <w:rsid w:val="00EE533B"/>
    <w:rsid w:val="00EE5ED7"/>
    <w:rsid w:val="00EE642A"/>
    <w:rsid w:val="00EE6AC3"/>
    <w:rsid w:val="00EE6E4A"/>
    <w:rsid w:val="00EE748B"/>
    <w:rsid w:val="00EF0297"/>
    <w:rsid w:val="00EF0D98"/>
    <w:rsid w:val="00EF27CF"/>
    <w:rsid w:val="00EF2ACB"/>
    <w:rsid w:val="00EF2F77"/>
    <w:rsid w:val="00EF552E"/>
    <w:rsid w:val="00EF6619"/>
    <w:rsid w:val="00EF6788"/>
    <w:rsid w:val="00EF6812"/>
    <w:rsid w:val="00EF693A"/>
    <w:rsid w:val="00EF75A4"/>
    <w:rsid w:val="00EF7B46"/>
    <w:rsid w:val="00F00000"/>
    <w:rsid w:val="00F01150"/>
    <w:rsid w:val="00F017ED"/>
    <w:rsid w:val="00F01D86"/>
    <w:rsid w:val="00F02839"/>
    <w:rsid w:val="00F0298D"/>
    <w:rsid w:val="00F02C6F"/>
    <w:rsid w:val="00F02FE8"/>
    <w:rsid w:val="00F05556"/>
    <w:rsid w:val="00F055EA"/>
    <w:rsid w:val="00F06E11"/>
    <w:rsid w:val="00F07553"/>
    <w:rsid w:val="00F0761B"/>
    <w:rsid w:val="00F1022E"/>
    <w:rsid w:val="00F11279"/>
    <w:rsid w:val="00F11AA4"/>
    <w:rsid w:val="00F12213"/>
    <w:rsid w:val="00F1248D"/>
    <w:rsid w:val="00F13E14"/>
    <w:rsid w:val="00F14354"/>
    <w:rsid w:val="00F148E2"/>
    <w:rsid w:val="00F14B53"/>
    <w:rsid w:val="00F14C6A"/>
    <w:rsid w:val="00F157D9"/>
    <w:rsid w:val="00F15B28"/>
    <w:rsid w:val="00F16769"/>
    <w:rsid w:val="00F17363"/>
    <w:rsid w:val="00F1751D"/>
    <w:rsid w:val="00F17FB3"/>
    <w:rsid w:val="00F2059D"/>
    <w:rsid w:val="00F22331"/>
    <w:rsid w:val="00F227B9"/>
    <w:rsid w:val="00F23624"/>
    <w:rsid w:val="00F25CB9"/>
    <w:rsid w:val="00F264ED"/>
    <w:rsid w:val="00F265C9"/>
    <w:rsid w:val="00F26D4B"/>
    <w:rsid w:val="00F27066"/>
    <w:rsid w:val="00F270D7"/>
    <w:rsid w:val="00F30723"/>
    <w:rsid w:val="00F315F4"/>
    <w:rsid w:val="00F31C14"/>
    <w:rsid w:val="00F33167"/>
    <w:rsid w:val="00F33709"/>
    <w:rsid w:val="00F340E5"/>
    <w:rsid w:val="00F3456F"/>
    <w:rsid w:val="00F352A0"/>
    <w:rsid w:val="00F362FB"/>
    <w:rsid w:val="00F37111"/>
    <w:rsid w:val="00F37E27"/>
    <w:rsid w:val="00F37FA6"/>
    <w:rsid w:val="00F416D2"/>
    <w:rsid w:val="00F41FEA"/>
    <w:rsid w:val="00F4415D"/>
    <w:rsid w:val="00F44A16"/>
    <w:rsid w:val="00F44F40"/>
    <w:rsid w:val="00F457C9"/>
    <w:rsid w:val="00F46292"/>
    <w:rsid w:val="00F4723D"/>
    <w:rsid w:val="00F4726A"/>
    <w:rsid w:val="00F5010F"/>
    <w:rsid w:val="00F50512"/>
    <w:rsid w:val="00F5130D"/>
    <w:rsid w:val="00F51D08"/>
    <w:rsid w:val="00F52991"/>
    <w:rsid w:val="00F536E5"/>
    <w:rsid w:val="00F53715"/>
    <w:rsid w:val="00F541D0"/>
    <w:rsid w:val="00F5442B"/>
    <w:rsid w:val="00F54F23"/>
    <w:rsid w:val="00F56271"/>
    <w:rsid w:val="00F56BE2"/>
    <w:rsid w:val="00F57EB9"/>
    <w:rsid w:val="00F60D84"/>
    <w:rsid w:val="00F61069"/>
    <w:rsid w:val="00F61656"/>
    <w:rsid w:val="00F617AB"/>
    <w:rsid w:val="00F61B05"/>
    <w:rsid w:val="00F61EC5"/>
    <w:rsid w:val="00F61FDF"/>
    <w:rsid w:val="00F63502"/>
    <w:rsid w:val="00F64178"/>
    <w:rsid w:val="00F64362"/>
    <w:rsid w:val="00F64A3A"/>
    <w:rsid w:val="00F657D7"/>
    <w:rsid w:val="00F65C9A"/>
    <w:rsid w:val="00F66008"/>
    <w:rsid w:val="00F66115"/>
    <w:rsid w:val="00F66F62"/>
    <w:rsid w:val="00F6765A"/>
    <w:rsid w:val="00F70204"/>
    <w:rsid w:val="00F70767"/>
    <w:rsid w:val="00F70C01"/>
    <w:rsid w:val="00F7238A"/>
    <w:rsid w:val="00F731E6"/>
    <w:rsid w:val="00F73613"/>
    <w:rsid w:val="00F74120"/>
    <w:rsid w:val="00F74138"/>
    <w:rsid w:val="00F74C92"/>
    <w:rsid w:val="00F75661"/>
    <w:rsid w:val="00F76E0E"/>
    <w:rsid w:val="00F7770D"/>
    <w:rsid w:val="00F77738"/>
    <w:rsid w:val="00F807E8"/>
    <w:rsid w:val="00F810BE"/>
    <w:rsid w:val="00F818DF"/>
    <w:rsid w:val="00F81AC5"/>
    <w:rsid w:val="00F81B6A"/>
    <w:rsid w:val="00F820D4"/>
    <w:rsid w:val="00F836F7"/>
    <w:rsid w:val="00F839EB"/>
    <w:rsid w:val="00F83E05"/>
    <w:rsid w:val="00F83E9A"/>
    <w:rsid w:val="00F84364"/>
    <w:rsid w:val="00F84C93"/>
    <w:rsid w:val="00F85625"/>
    <w:rsid w:val="00F85E0F"/>
    <w:rsid w:val="00F86F20"/>
    <w:rsid w:val="00F87E44"/>
    <w:rsid w:val="00F90746"/>
    <w:rsid w:val="00F90DC6"/>
    <w:rsid w:val="00F91976"/>
    <w:rsid w:val="00F92AA7"/>
    <w:rsid w:val="00F93163"/>
    <w:rsid w:val="00F9358D"/>
    <w:rsid w:val="00F94C03"/>
    <w:rsid w:val="00F94C0D"/>
    <w:rsid w:val="00F95E3B"/>
    <w:rsid w:val="00F95EC8"/>
    <w:rsid w:val="00FA0B5A"/>
    <w:rsid w:val="00FA0C46"/>
    <w:rsid w:val="00FA1486"/>
    <w:rsid w:val="00FA339A"/>
    <w:rsid w:val="00FA3872"/>
    <w:rsid w:val="00FA4A6F"/>
    <w:rsid w:val="00FA4B41"/>
    <w:rsid w:val="00FA5096"/>
    <w:rsid w:val="00FA59EA"/>
    <w:rsid w:val="00FA5A28"/>
    <w:rsid w:val="00FA6AF6"/>
    <w:rsid w:val="00FA71FA"/>
    <w:rsid w:val="00FA7D55"/>
    <w:rsid w:val="00FB02F1"/>
    <w:rsid w:val="00FB13F6"/>
    <w:rsid w:val="00FB1D71"/>
    <w:rsid w:val="00FB34E0"/>
    <w:rsid w:val="00FB36DC"/>
    <w:rsid w:val="00FB42B7"/>
    <w:rsid w:val="00FB467B"/>
    <w:rsid w:val="00FB55C9"/>
    <w:rsid w:val="00FB62CC"/>
    <w:rsid w:val="00FB67B5"/>
    <w:rsid w:val="00FB68C7"/>
    <w:rsid w:val="00FB6A05"/>
    <w:rsid w:val="00FB6F3B"/>
    <w:rsid w:val="00FB728B"/>
    <w:rsid w:val="00FB76FF"/>
    <w:rsid w:val="00FB7B3E"/>
    <w:rsid w:val="00FC412A"/>
    <w:rsid w:val="00FC4484"/>
    <w:rsid w:val="00FC589B"/>
    <w:rsid w:val="00FC5A4B"/>
    <w:rsid w:val="00FC60BC"/>
    <w:rsid w:val="00FC6312"/>
    <w:rsid w:val="00FD00E2"/>
    <w:rsid w:val="00FD0109"/>
    <w:rsid w:val="00FD0789"/>
    <w:rsid w:val="00FD0A7B"/>
    <w:rsid w:val="00FD4B59"/>
    <w:rsid w:val="00FD6038"/>
    <w:rsid w:val="00FD6AC2"/>
    <w:rsid w:val="00FD6ED9"/>
    <w:rsid w:val="00FD7BDF"/>
    <w:rsid w:val="00FE06A0"/>
    <w:rsid w:val="00FE0CEA"/>
    <w:rsid w:val="00FE172D"/>
    <w:rsid w:val="00FE21DB"/>
    <w:rsid w:val="00FE2216"/>
    <w:rsid w:val="00FE2255"/>
    <w:rsid w:val="00FE29D9"/>
    <w:rsid w:val="00FE2D82"/>
    <w:rsid w:val="00FE3071"/>
    <w:rsid w:val="00FE30B8"/>
    <w:rsid w:val="00FE4DCC"/>
    <w:rsid w:val="00FE5BD7"/>
    <w:rsid w:val="00FE71C9"/>
    <w:rsid w:val="00FE72D9"/>
    <w:rsid w:val="00FE74DB"/>
    <w:rsid w:val="00FE75BE"/>
    <w:rsid w:val="00FE77E7"/>
    <w:rsid w:val="00FF0472"/>
    <w:rsid w:val="00FF04E1"/>
    <w:rsid w:val="00FF04EE"/>
    <w:rsid w:val="00FF1591"/>
    <w:rsid w:val="00FF2790"/>
    <w:rsid w:val="00FF2C4B"/>
    <w:rsid w:val="00FF2DB3"/>
    <w:rsid w:val="00FF31EA"/>
    <w:rsid w:val="00FF49C9"/>
    <w:rsid w:val="00FF4D12"/>
    <w:rsid w:val="00FF5151"/>
    <w:rsid w:val="00FF5218"/>
    <w:rsid w:val="00FF5608"/>
    <w:rsid w:val="00FF6301"/>
    <w:rsid w:val="00FF6446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7"/>
    <o:shapelayout v:ext="edit">
      <o:idmap v:ext="edit" data="1"/>
    </o:shapelayout>
  </w:shapeDefaults>
  <w:decimalSymbol w:val=","/>
  <w:listSeparator w:val=";"/>
  <w14:docId w14:val="2F78DA36"/>
  <w15:docId w15:val="{82091EDC-CD68-4229-BCA1-4A6F6903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1C9"/>
    <w:rPr>
      <w:rFonts w:ascii="Arial" w:hAnsi="Arial" w:cs="Arial"/>
      <w:snapToGrid w:val="0"/>
      <w:sz w:val="22"/>
      <w:szCs w:val="22"/>
      <w:lang w:eastAsia="es-ES"/>
    </w:rPr>
  </w:style>
  <w:style w:type="paragraph" w:styleId="Ttol1">
    <w:name w:val="heading 1"/>
    <w:basedOn w:val="Normal"/>
    <w:next w:val="Normal"/>
    <w:link w:val="Ttol1Car"/>
    <w:qFormat/>
    <w:rsid w:val="000D156A"/>
    <w:pPr>
      <w:keepNext/>
      <w:jc w:val="both"/>
      <w:outlineLvl w:val="0"/>
    </w:pPr>
    <w:rPr>
      <w:b/>
      <w:bCs/>
      <w:snapToGrid/>
    </w:rPr>
  </w:style>
  <w:style w:type="paragraph" w:styleId="Ttol2">
    <w:name w:val="heading 2"/>
    <w:basedOn w:val="Normal"/>
    <w:next w:val="Normal"/>
    <w:link w:val="Ttol2Car"/>
    <w:unhideWhenUsed/>
    <w:qFormat/>
    <w:rsid w:val="009E00B8"/>
    <w:pPr>
      <w:keepNext/>
      <w:numPr>
        <w:numId w:val="16"/>
      </w:numPr>
      <w:jc w:val="both"/>
      <w:outlineLvl w:val="1"/>
    </w:pPr>
    <w:rPr>
      <w:b/>
      <w:bCs/>
      <w:iCs/>
    </w:rPr>
  </w:style>
  <w:style w:type="paragraph" w:styleId="Ttol3">
    <w:name w:val="heading 3"/>
    <w:basedOn w:val="Ttol2"/>
    <w:next w:val="Normal"/>
    <w:link w:val="Ttol3Car"/>
    <w:uiPriority w:val="9"/>
    <w:unhideWhenUsed/>
    <w:qFormat/>
    <w:rsid w:val="009E00B8"/>
    <w:pPr>
      <w:numPr>
        <w:ilvl w:val="1"/>
      </w:numPr>
      <w:ind w:left="0" w:firstLine="0"/>
      <w:jc w:val="left"/>
      <w:outlineLvl w:val="2"/>
    </w:pPr>
    <w:rPr>
      <w:b w:val="0"/>
      <w:snapToGrid/>
      <w:lang w:eastAsia="en-US"/>
    </w:rPr>
  </w:style>
  <w:style w:type="paragraph" w:styleId="Ttol4">
    <w:name w:val="heading 4"/>
    <w:basedOn w:val="Ttol3"/>
    <w:next w:val="Normal"/>
    <w:link w:val="Ttol4Car"/>
    <w:uiPriority w:val="9"/>
    <w:unhideWhenUsed/>
    <w:qFormat/>
    <w:rsid w:val="00080B79"/>
    <w:pPr>
      <w:numPr>
        <w:ilvl w:val="0"/>
        <w:numId w:val="0"/>
      </w:numPr>
      <w:outlineLvl w:val="3"/>
    </w:p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2A30A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aliases w:val="INDEX- PLEC"/>
    <w:basedOn w:val="Normal"/>
    <w:link w:val="CapaleraCar"/>
    <w:unhideWhenUsed/>
    <w:rsid w:val="00BB0E3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aliases w:val="INDEX- PLEC Car"/>
    <w:basedOn w:val="Tipusdelletraperdefectedelpargraf"/>
    <w:link w:val="Capalera"/>
    <w:rsid w:val="00BB0E31"/>
  </w:style>
  <w:style w:type="paragraph" w:styleId="Peu">
    <w:name w:val="footer"/>
    <w:basedOn w:val="Normal"/>
    <w:link w:val="PeuCar"/>
    <w:uiPriority w:val="99"/>
    <w:unhideWhenUsed/>
    <w:rsid w:val="00BB0E3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BB0E31"/>
  </w:style>
  <w:style w:type="paragraph" w:styleId="Textdeglobus">
    <w:name w:val="Balloon Text"/>
    <w:basedOn w:val="Normal"/>
    <w:link w:val="TextdeglobusCar"/>
    <w:unhideWhenUsed/>
    <w:rsid w:val="00BB0E3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BB0E31"/>
    <w:rPr>
      <w:rFonts w:ascii="Tahoma" w:hAnsi="Tahoma" w:cs="Tahoma"/>
      <w:sz w:val="16"/>
      <w:szCs w:val="16"/>
    </w:rPr>
  </w:style>
  <w:style w:type="character" w:customStyle="1" w:styleId="Ttol1Car">
    <w:name w:val="Títol 1 Car"/>
    <w:basedOn w:val="Tipusdelletraperdefectedelpargraf"/>
    <w:link w:val="Ttol1"/>
    <w:rsid w:val="000D156A"/>
    <w:rPr>
      <w:rFonts w:ascii="Arial" w:hAnsi="Arial" w:cs="Arial"/>
      <w:b/>
      <w:bCs/>
      <w:snapToGrid w:val="0"/>
      <w:sz w:val="22"/>
      <w:szCs w:val="22"/>
      <w:lang w:eastAsia="es-ES"/>
    </w:rPr>
  </w:style>
  <w:style w:type="character" w:customStyle="1" w:styleId="Ttol2Car">
    <w:name w:val="Títol 2 Car"/>
    <w:basedOn w:val="Tipusdelletraperdefectedelpargraf"/>
    <w:link w:val="Ttol2"/>
    <w:rsid w:val="009E00B8"/>
    <w:rPr>
      <w:rFonts w:ascii="Arial" w:hAnsi="Arial" w:cs="Arial"/>
      <w:b/>
      <w:bCs/>
      <w:iCs/>
      <w:snapToGrid w:val="0"/>
      <w:sz w:val="22"/>
      <w:szCs w:val="22"/>
      <w:lang w:eastAsia="es-ES"/>
    </w:rPr>
  </w:style>
  <w:style w:type="numbering" w:customStyle="1" w:styleId="Sensellista1">
    <w:name w:val="Sense llista1"/>
    <w:next w:val="Sensellista"/>
    <w:uiPriority w:val="99"/>
    <w:semiHidden/>
    <w:unhideWhenUsed/>
    <w:rsid w:val="00871E4A"/>
  </w:style>
  <w:style w:type="paragraph" w:styleId="Textindependent">
    <w:name w:val="Body Text"/>
    <w:basedOn w:val="Normal"/>
    <w:link w:val="TextindependentCar"/>
    <w:rsid w:val="00871E4A"/>
    <w:pPr>
      <w:jc w:val="both"/>
    </w:pPr>
    <w:rPr>
      <w:snapToGrid/>
      <w:sz w:val="23"/>
      <w:szCs w:val="20"/>
      <w:lang w:val="es-ES"/>
    </w:rPr>
  </w:style>
  <w:style w:type="character" w:customStyle="1" w:styleId="TextindependentCar">
    <w:name w:val="Text independent Car"/>
    <w:basedOn w:val="Tipusdelletraperdefectedelpargraf"/>
    <w:link w:val="Textindependent"/>
    <w:rsid w:val="00871E4A"/>
    <w:rPr>
      <w:rFonts w:ascii="Arial" w:hAnsi="Arial"/>
      <w:snapToGrid w:val="0"/>
      <w:sz w:val="23"/>
      <w:lang w:val="es-ES" w:eastAsia="es-ES"/>
    </w:rPr>
  </w:style>
  <w:style w:type="paragraph" w:styleId="Sagniadetextindependent3">
    <w:name w:val="Body Text Indent 3"/>
    <w:basedOn w:val="Normal"/>
    <w:link w:val="Sagniadetextindependent3Car"/>
    <w:rsid w:val="00871E4A"/>
    <w:pPr>
      <w:tabs>
        <w:tab w:val="left" w:pos="0"/>
        <w:tab w:val="left" w:pos="680"/>
        <w:tab w:val="left" w:pos="1473"/>
        <w:tab w:val="left" w:pos="4320"/>
      </w:tabs>
      <w:spacing w:line="264" w:lineRule="auto"/>
      <w:ind w:left="720"/>
      <w:jc w:val="both"/>
    </w:pPr>
    <w:rPr>
      <w:i/>
      <w:iCs/>
      <w:szCs w:val="20"/>
    </w:rPr>
  </w:style>
  <w:style w:type="character" w:customStyle="1" w:styleId="Sagniadetextindependent3Car">
    <w:name w:val="Sagnia de text independent 3 Car"/>
    <w:basedOn w:val="Tipusdelletraperdefectedelpargraf"/>
    <w:link w:val="Sagniadetextindependent3"/>
    <w:rsid w:val="00871E4A"/>
    <w:rPr>
      <w:rFonts w:ascii="Arial" w:hAnsi="Arial"/>
      <w:i/>
      <w:iCs/>
      <w:sz w:val="22"/>
      <w:lang w:eastAsia="es-ES"/>
    </w:rPr>
  </w:style>
  <w:style w:type="paragraph" w:styleId="Textindependent2">
    <w:name w:val="Body Text 2"/>
    <w:basedOn w:val="Normal"/>
    <w:link w:val="Textindependent2Car"/>
    <w:rsid w:val="00871E4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xtindependent2Car">
    <w:name w:val="Text independent 2 Car"/>
    <w:basedOn w:val="Tipusdelletraperdefectedelpargraf"/>
    <w:link w:val="Textindependent2"/>
    <w:rsid w:val="00871E4A"/>
    <w:rPr>
      <w:rFonts w:ascii="Times New Roman" w:hAnsi="Times New Roman"/>
      <w:sz w:val="24"/>
      <w:szCs w:val="24"/>
      <w:lang w:eastAsia="es-ES"/>
    </w:rPr>
  </w:style>
  <w:style w:type="paragraph" w:styleId="Sagniadetextindependent">
    <w:name w:val="Body Text Indent"/>
    <w:basedOn w:val="Normal"/>
    <w:link w:val="SagniadetextindependentCar"/>
    <w:rsid w:val="00871E4A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871E4A"/>
    <w:rPr>
      <w:rFonts w:ascii="Times New Roman" w:hAnsi="Times New Roman"/>
      <w:sz w:val="24"/>
      <w:szCs w:val="24"/>
      <w:lang w:eastAsia="es-ES"/>
    </w:rPr>
  </w:style>
  <w:style w:type="paragraph" w:styleId="Textdenotaapeudepgina">
    <w:name w:val="footnote text"/>
    <w:basedOn w:val="Normal"/>
    <w:link w:val="TextdenotaapeudepginaCar"/>
    <w:semiHidden/>
    <w:rsid w:val="00871E4A"/>
    <w:rPr>
      <w:rFonts w:ascii="Times New Roman" w:hAnsi="Times New Roman"/>
      <w:sz w:val="20"/>
      <w:szCs w:val="20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semiHidden/>
    <w:rsid w:val="00871E4A"/>
    <w:rPr>
      <w:rFonts w:ascii="Times New Roman" w:hAnsi="Times New Roman"/>
      <w:lang w:eastAsia="es-ES"/>
    </w:rPr>
  </w:style>
  <w:style w:type="character" w:styleId="Refernciadenotaapeudepgina">
    <w:name w:val="footnote reference"/>
    <w:semiHidden/>
    <w:rsid w:val="00871E4A"/>
    <w:rPr>
      <w:vertAlign w:val="superscript"/>
    </w:rPr>
  </w:style>
  <w:style w:type="paragraph" w:styleId="Textindependent3">
    <w:name w:val="Body Text 3"/>
    <w:basedOn w:val="Normal"/>
    <w:link w:val="Textindependent3Car"/>
    <w:rsid w:val="00871E4A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xtindependent3Car">
    <w:name w:val="Text independent 3 Car"/>
    <w:basedOn w:val="Tipusdelletraperdefectedelpargraf"/>
    <w:link w:val="Textindependent3"/>
    <w:rsid w:val="00871E4A"/>
    <w:rPr>
      <w:rFonts w:ascii="Times New Roman" w:hAnsi="Times New Roman"/>
      <w:sz w:val="16"/>
      <w:szCs w:val="16"/>
      <w:lang w:eastAsia="es-ES"/>
    </w:rPr>
  </w:style>
  <w:style w:type="character" w:styleId="Nmerodepgina">
    <w:name w:val="page number"/>
    <w:rsid w:val="00871E4A"/>
  </w:style>
  <w:style w:type="character" w:styleId="Enlla">
    <w:name w:val="Hyperlink"/>
    <w:uiPriority w:val="99"/>
    <w:rsid w:val="00871E4A"/>
    <w:rPr>
      <w:color w:val="0000FF"/>
      <w:u w:val="single"/>
    </w:rPr>
  </w:style>
  <w:style w:type="paragraph" w:customStyle="1" w:styleId="Prrafodelista1">
    <w:name w:val="Párrafo de lista1"/>
    <w:basedOn w:val="Normal"/>
    <w:qFormat/>
    <w:rsid w:val="00871E4A"/>
    <w:pPr>
      <w:ind w:left="708"/>
    </w:pPr>
    <w:rPr>
      <w:rFonts w:ascii="Times New Roman" w:hAnsi="Times New Roman"/>
      <w:sz w:val="24"/>
      <w:szCs w:val="24"/>
    </w:rPr>
  </w:style>
  <w:style w:type="character" w:styleId="Enllavisitat">
    <w:name w:val="FollowedHyperlink"/>
    <w:rsid w:val="00871E4A"/>
    <w:rPr>
      <w:color w:val="800080"/>
      <w:u w:val="single"/>
    </w:rPr>
  </w:style>
  <w:style w:type="paragraph" w:customStyle="1" w:styleId="Pargrafdellista1">
    <w:name w:val="Paràgraf de llista1"/>
    <w:basedOn w:val="Normal"/>
    <w:qFormat/>
    <w:rsid w:val="00871E4A"/>
    <w:pPr>
      <w:ind w:left="720"/>
      <w:contextualSpacing/>
    </w:pPr>
    <w:rPr>
      <w:rFonts w:ascii="Calibri" w:hAnsi="Calibri"/>
      <w:lang w:eastAsia="en-US"/>
    </w:rPr>
  </w:style>
  <w:style w:type="paragraph" w:customStyle="1" w:styleId="Pa14">
    <w:name w:val="Pa14"/>
    <w:basedOn w:val="Normal"/>
    <w:next w:val="Normal"/>
    <w:rsid w:val="00871E4A"/>
    <w:pPr>
      <w:autoSpaceDE w:val="0"/>
      <w:autoSpaceDN w:val="0"/>
      <w:adjustRightInd w:val="0"/>
      <w:spacing w:line="201" w:lineRule="atLeast"/>
    </w:pPr>
    <w:rPr>
      <w:sz w:val="24"/>
      <w:szCs w:val="24"/>
    </w:rPr>
  </w:style>
  <w:style w:type="paragraph" w:customStyle="1" w:styleId="Pa13">
    <w:name w:val="Pa13"/>
    <w:basedOn w:val="Normal"/>
    <w:next w:val="Normal"/>
    <w:rsid w:val="00871E4A"/>
    <w:pPr>
      <w:autoSpaceDE w:val="0"/>
      <w:autoSpaceDN w:val="0"/>
      <w:adjustRightInd w:val="0"/>
      <w:spacing w:line="201" w:lineRule="atLeast"/>
    </w:pPr>
    <w:rPr>
      <w:sz w:val="24"/>
      <w:szCs w:val="24"/>
    </w:rPr>
  </w:style>
  <w:style w:type="paragraph" w:styleId="Pargrafdellista">
    <w:name w:val="List Paragraph"/>
    <w:basedOn w:val="Normal"/>
    <w:link w:val="PargrafdellistaCar"/>
    <w:uiPriority w:val="34"/>
    <w:qFormat/>
    <w:rsid w:val="00871E4A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Pargrafdellista2">
    <w:name w:val="Paràgraf de llista2"/>
    <w:basedOn w:val="Normal"/>
    <w:qFormat/>
    <w:rsid w:val="00871E4A"/>
    <w:pPr>
      <w:ind w:left="720"/>
      <w:contextualSpacing/>
    </w:pPr>
    <w:rPr>
      <w:rFonts w:ascii="Calibri" w:hAnsi="Calibri"/>
      <w:lang w:eastAsia="en-US"/>
    </w:rPr>
  </w:style>
  <w:style w:type="paragraph" w:customStyle="1" w:styleId="Default">
    <w:name w:val="Default"/>
    <w:rsid w:val="00871E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871E4A"/>
    <w:pPr>
      <w:spacing w:line="201" w:lineRule="atLeast"/>
    </w:pPr>
    <w:rPr>
      <w:color w:val="auto"/>
    </w:rPr>
  </w:style>
  <w:style w:type="paragraph" w:styleId="Textdenotaalfinal">
    <w:name w:val="endnote text"/>
    <w:basedOn w:val="Normal"/>
    <w:link w:val="TextdenotaalfinalCar"/>
    <w:rsid w:val="00871E4A"/>
    <w:rPr>
      <w:rFonts w:ascii="Times New Roman" w:hAnsi="Times New Roman"/>
      <w:sz w:val="20"/>
      <w:szCs w:val="20"/>
    </w:rPr>
  </w:style>
  <w:style w:type="character" w:customStyle="1" w:styleId="TextdenotaalfinalCar">
    <w:name w:val="Text de nota al final Car"/>
    <w:basedOn w:val="Tipusdelletraperdefectedelpargraf"/>
    <w:link w:val="Textdenotaalfinal"/>
    <w:rsid w:val="00871E4A"/>
    <w:rPr>
      <w:rFonts w:ascii="Times New Roman" w:hAnsi="Times New Roman"/>
      <w:lang w:eastAsia="es-ES"/>
    </w:rPr>
  </w:style>
  <w:style w:type="character" w:styleId="Refernciadenotaalfinal">
    <w:name w:val="endnote reference"/>
    <w:rsid w:val="00871E4A"/>
    <w:rPr>
      <w:vertAlign w:val="superscript"/>
    </w:rPr>
  </w:style>
  <w:style w:type="character" w:customStyle="1" w:styleId="alternative">
    <w:name w:val="alternative"/>
    <w:rsid w:val="00871E4A"/>
    <w:rPr>
      <w:color w:val="008000"/>
    </w:rPr>
  </w:style>
  <w:style w:type="character" w:customStyle="1" w:styleId="unknown">
    <w:name w:val="unknown"/>
    <w:basedOn w:val="Tipusdelletraperdefectedelpargraf"/>
    <w:rsid w:val="00636170"/>
    <w:rPr>
      <w:color w:val="FF0000"/>
    </w:rPr>
  </w:style>
  <w:style w:type="character" w:styleId="Refernciadecomentari">
    <w:name w:val="annotation reference"/>
    <w:basedOn w:val="Tipusdelletraperdefectedelpargraf"/>
    <w:uiPriority w:val="99"/>
    <w:unhideWhenUsed/>
    <w:rsid w:val="0071738A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unhideWhenUsed/>
    <w:rsid w:val="0071738A"/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71738A"/>
    <w:rPr>
      <w:rFonts w:ascii="Arial" w:hAnsi="Arial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71738A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71738A"/>
    <w:rPr>
      <w:rFonts w:ascii="Arial" w:hAnsi="Arial"/>
      <w:b/>
      <w:bCs/>
    </w:rPr>
  </w:style>
  <w:style w:type="paragraph" w:customStyle="1" w:styleId="Pa11">
    <w:name w:val="Pa11"/>
    <w:basedOn w:val="Default"/>
    <w:next w:val="Default"/>
    <w:uiPriority w:val="99"/>
    <w:rsid w:val="00DE3467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DE3467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A4A57"/>
    <w:pPr>
      <w:spacing w:line="201" w:lineRule="atLeast"/>
    </w:pPr>
    <w:rPr>
      <w:rFonts w:eastAsiaTheme="minorHAnsi"/>
      <w:color w:val="auto"/>
      <w:lang w:eastAsia="en-US"/>
    </w:rPr>
  </w:style>
  <w:style w:type="paragraph" w:styleId="TtoldelIDC">
    <w:name w:val="TOC Heading"/>
    <w:basedOn w:val="Ttol1"/>
    <w:next w:val="Normal"/>
    <w:uiPriority w:val="39"/>
    <w:unhideWhenUsed/>
    <w:qFormat/>
    <w:rsid w:val="006F4B5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8"/>
      <w:lang w:eastAsia="ca-ES"/>
    </w:rPr>
  </w:style>
  <w:style w:type="paragraph" w:styleId="IDC1">
    <w:name w:val="toc 1"/>
    <w:basedOn w:val="Normal"/>
    <w:next w:val="Normal"/>
    <w:autoRedefine/>
    <w:uiPriority w:val="39"/>
    <w:unhideWhenUsed/>
    <w:rsid w:val="006F4B55"/>
    <w:pPr>
      <w:spacing w:after="100"/>
    </w:pPr>
  </w:style>
  <w:style w:type="paragraph" w:styleId="IDC2">
    <w:name w:val="toc 2"/>
    <w:basedOn w:val="Normal"/>
    <w:next w:val="Normal"/>
    <w:autoRedefine/>
    <w:uiPriority w:val="39"/>
    <w:unhideWhenUsed/>
    <w:rsid w:val="006F4B55"/>
    <w:pPr>
      <w:spacing w:after="100"/>
      <w:ind w:left="220"/>
    </w:p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2A30AD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table" w:styleId="Taulaambquadrcula">
    <w:name w:val="Table Grid"/>
    <w:basedOn w:val="Taulanormal"/>
    <w:uiPriority w:val="39"/>
    <w:rsid w:val="002A30A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erpo1">
    <w:name w:val="cuerpo_1"/>
    <w:rsid w:val="004E5587"/>
    <w:pPr>
      <w:spacing w:before="240"/>
      <w:jc w:val="both"/>
    </w:pPr>
    <w:rPr>
      <w:rFonts w:ascii="Arial" w:hAnsi="Arial"/>
      <w:sz w:val="22"/>
      <w:lang w:eastAsia="es-ES"/>
    </w:rPr>
  </w:style>
  <w:style w:type="character" w:customStyle="1" w:styleId="PargrafdellistaCar">
    <w:name w:val="Paràgraf de llista Car"/>
    <w:link w:val="Pargrafdellista"/>
    <w:uiPriority w:val="34"/>
    <w:locked/>
    <w:rsid w:val="00956774"/>
    <w:rPr>
      <w:rFonts w:ascii="Times New Roman" w:hAnsi="Times New Roman"/>
      <w:sz w:val="24"/>
      <w:szCs w:val="24"/>
      <w:lang w:eastAsia="es-ES"/>
    </w:rPr>
  </w:style>
  <w:style w:type="paragraph" w:styleId="Senseespaiat">
    <w:name w:val="No Spacing"/>
    <w:uiPriority w:val="1"/>
    <w:qFormat/>
    <w:rsid w:val="00E4359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mfasiintens">
    <w:name w:val="Intense Emphasis"/>
    <w:uiPriority w:val="21"/>
    <w:qFormat/>
    <w:rsid w:val="00306EDB"/>
    <w:rPr>
      <w:rFonts w:ascii="Arial" w:hAnsi="Arial"/>
      <w:sz w:val="22"/>
    </w:rPr>
  </w:style>
  <w:style w:type="character" w:styleId="mfasi">
    <w:name w:val="Emphasis"/>
    <w:uiPriority w:val="20"/>
    <w:qFormat/>
    <w:rsid w:val="001D712A"/>
    <w:rPr>
      <w:rFonts w:ascii="Arial" w:hAnsi="Arial"/>
      <w:b/>
      <w:sz w:val="22"/>
    </w:rPr>
  </w:style>
  <w:style w:type="paragraph" w:styleId="Ttol">
    <w:name w:val="Title"/>
    <w:basedOn w:val="Normal"/>
    <w:next w:val="Normal"/>
    <w:link w:val="TtolCar"/>
    <w:uiPriority w:val="10"/>
    <w:qFormat/>
    <w:rsid w:val="00BC10FE"/>
    <w:pPr>
      <w:suppressAutoHyphens/>
    </w:pPr>
    <w:rPr>
      <w:b/>
      <w:szCs w:val="24"/>
    </w:rPr>
  </w:style>
  <w:style w:type="character" w:customStyle="1" w:styleId="TtolCar">
    <w:name w:val="Títol Car"/>
    <w:basedOn w:val="Tipusdelletraperdefectedelpargraf"/>
    <w:link w:val="Ttol"/>
    <w:uiPriority w:val="10"/>
    <w:rsid w:val="00BC10FE"/>
    <w:rPr>
      <w:rFonts w:ascii="Arial" w:hAnsi="Arial" w:cs="Arial"/>
      <w:b/>
      <w:snapToGrid w:val="0"/>
      <w:sz w:val="22"/>
      <w:szCs w:val="24"/>
      <w:lang w:eastAsia="es-ES"/>
    </w:rPr>
  </w:style>
  <w:style w:type="paragraph" w:styleId="Subttol">
    <w:name w:val="Subtitle"/>
    <w:basedOn w:val="Pargrafdellista"/>
    <w:next w:val="Normal"/>
    <w:link w:val="SubttolCar"/>
    <w:uiPriority w:val="11"/>
    <w:qFormat/>
    <w:rsid w:val="009C2E88"/>
    <w:pPr>
      <w:numPr>
        <w:numId w:val="2"/>
      </w:numPr>
    </w:pPr>
    <w:rPr>
      <w:rFonts w:ascii="Arial" w:hAnsi="Arial"/>
      <w:b/>
      <w:sz w:val="22"/>
    </w:rPr>
  </w:style>
  <w:style w:type="character" w:customStyle="1" w:styleId="SubttolCar">
    <w:name w:val="Subtítol Car"/>
    <w:basedOn w:val="Tipusdelletraperdefectedelpargraf"/>
    <w:link w:val="Subttol"/>
    <w:uiPriority w:val="11"/>
    <w:rsid w:val="009C2E88"/>
    <w:rPr>
      <w:rFonts w:ascii="Arial" w:hAnsi="Arial" w:cs="Arial"/>
      <w:b/>
      <w:snapToGrid w:val="0"/>
      <w:sz w:val="22"/>
      <w:szCs w:val="24"/>
      <w:lang w:eastAsia="es-ES"/>
    </w:rPr>
  </w:style>
  <w:style w:type="character" w:customStyle="1" w:styleId="Ttol3Car">
    <w:name w:val="Títol 3 Car"/>
    <w:basedOn w:val="Tipusdelletraperdefectedelpargraf"/>
    <w:link w:val="Ttol3"/>
    <w:uiPriority w:val="9"/>
    <w:rsid w:val="009E00B8"/>
    <w:rPr>
      <w:rFonts w:ascii="Arial" w:hAnsi="Arial" w:cs="Arial"/>
      <w:bCs/>
      <w:iCs/>
      <w:sz w:val="22"/>
      <w:szCs w:val="22"/>
      <w:lang w:eastAsia="en-US"/>
    </w:rPr>
  </w:style>
  <w:style w:type="character" w:styleId="mfasisubtil">
    <w:name w:val="Subtle Emphasis"/>
    <w:basedOn w:val="Tipusdelletraperdefectedelpargraf"/>
    <w:uiPriority w:val="19"/>
    <w:qFormat/>
    <w:rsid w:val="003247CB"/>
    <w:rPr>
      <w:i/>
      <w:iCs/>
      <w:color w:val="404040" w:themeColor="text1" w:themeTint="BF"/>
    </w:rPr>
  </w:style>
  <w:style w:type="paragraph" w:styleId="IDC3">
    <w:name w:val="toc 3"/>
    <w:basedOn w:val="Normal"/>
    <w:next w:val="Normal"/>
    <w:autoRedefine/>
    <w:uiPriority w:val="39"/>
    <w:unhideWhenUsed/>
    <w:rsid w:val="00546CB7"/>
    <w:pPr>
      <w:spacing w:after="100"/>
      <w:ind w:left="440"/>
    </w:pPr>
  </w:style>
  <w:style w:type="paragraph" w:styleId="IDC4">
    <w:name w:val="toc 4"/>
    <w:basedOn w:val="Normal"/>
    <w:next w:val="Normal"/>
    <w:autoRedefine/>
    <w:uiPriority w:val="39"/>
    <w:unhideWhenUsed/>
    <w:rsid w:val="00546CB7"/>
    <w:pPr>
      <w:spacing w:after="100" w:line="259" w:lineRule="auto"/>
      <w:ind w:left="66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5">
    <w:name w:val="toc 5"/>
    <w:basedOn w:val="Normal"/>
    <w:next w:val="Normal"/>
    <w:autoRedefine/>
    <w:uiPriority w:val="39"/>
    <w:unhideWhenUsed/>
    <w:rsid w:val="00546CB7"/>
    <w:pPr>
      <w:spacing w:after="100" w:line="259" w:lineRule="auto"/>
      <w:ind w:left="88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6">
    <w:name w:val="toc 6"/>
    <w:basedOn w:val="Normal"/>
    <w:next w:val="Normal"/>
    <w:autoRedefine/>
    <w:uiPriority w:val="39"/>
    <w:unhideWhenUsed/>
    <w:rsid w:val="00546CB7"/>
    <w:pPr>
      <w:spacing w:after="100" w:line="259" w:lineRule="auto"/>
      <w:ind w:left="110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7">
    <w:name w:val="toc 7"/>
    <w:basedOn w:val="Normal"/>
    <w:next w:val="Normal"/>
    <w:autoRedefine/>
    <w:uiPriority w:val="39"/>
    <w:unhideWhenUsed/>
    <w:rsid w:val="00546CB7"/>
    <w:pPr>
      <w:spacing w:after="100" w:line="259" w:lineRule="auto"/>
      <w:ind w:left="132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8">
    <w:name w:val="toc 8"/>
    <w:basedOn w:val="Normal"/>
    <w:next w:val="Normal"/>
    <w:autoRedefine/>
    <w:uiPriority w:val="39"/>
    <w:unhideWhenUsed/>
    <w:rsid w:val="00546CB7"/>
    <w:pPr>
      <w:spacing w:after="100" w:line="259" w:lineRule="auto"/>
      <w:ind w:left="1540"/>
    </w:pPr>
    <w:rPr>
      <w:rFonts w:asciiTheme="minorHAnsi" w:eastAsiaTheme="minorEastAsia" w:hAnsiTheme="minorHAnsi" w:cstheme="minorBidi"/>
      <w:snapToGrid/>
      <w:lang w:eastAsia="ca-ES"/>
    </w:rPr>
  </w:style>
  <w:style w:type="paragraph" w:styleId="IDC9">
    <w:name w:val="toc 9"/>
    <w:basedOn w:val="Normal"/>
    <w:next w:val="Normal"/>
    <w:autoRedefine/>
    <w:uiPriority w:val="39"/>
    <w:unhideWhenUsed/>
    <w:rsid w:val="00546CB7"/>
    <w:pPr>
      <w:spacing w:after="100" w:line="259" w:lineRule="auto"/>
      <w:ind w:left="1760"/>
    </w:pPr>
    <w:rPr>
      <w:rFonts w:asciiTheme="minorHAnsi" w:eastAsiaTheme="minorEastAsia" w:hAnsiTheme="minorHAnsi" w:cstheme="minorBidi"/>
      <w:snapToGrid/>
      <w:lang w:eastAsia="ca-ES"/>
    </w:rPr>
  </w:style>
  <w:style w:type="character" w:customStyle="1" w:styleId="Ttol4Car">
    <w:name w:val="Títol 4 Car"/>
    <w:basedOn w:val="Tipusdelletraperdefectedelpargraf"/>
    <w:link w:val="Ttol4"/>
    <w:uiPriority w:val="9"/>
    <w:rsid w:val="00080B79"/>
    <w:rPr>
      <w:rFonts w:ascii="Arial" w:hAnsi="Arial" w:cs="Arial"/>
      <w:bCs/>
      <w:iCs/>
      <w:sz w:val="22"/>
      <w:szCs w:val="22"/>
      <w:lang w:eastAsia="en-US"/>
    </w:rPr>
  </w:style>
  <w:style w:type="table" w:customStyle="1" w:styleId="Taulaambquadrcula1">
    <w:name w:val="Taula amb quadrícula1"/>
    <w:basedOn w:val="Taulanormal"/>
    <w:next w:val="Taulaambquadrcula"/>
    <w:uiPriority w:val="39"/>
    <w:rsid w:val="005C7E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ulaambquadrcula2">
    <w:name w:val="Taula amb quadrícula2"/>
    <w:basedOn w:val="Taulanormal"/>
    <w:next w:val="Taulaambquadrcula"/>
    <w:uiPriority w:val="39"/>
    <w:rsid w:val="00072CA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">
    <w:name w:val="Revision"/>
    <w:hidden/>
    <w:uiPriority w:val="99"/>
    <w:semiHidden/>
    <w:rsid w:val="00840B11"/>
    <w:rPr>
      <w:rFonts w:ascii="Arial" w:hAnsi="Arial" w:cs="Arial"/>
      <w:snapToGrid w:val="0"/>
      <w:sz w:val="22"/>
      <w:szCs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925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72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8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95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090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9997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7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86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22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51810405F\Desktop\JCCA%20doc%20-%20C&#242;pia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F419C-32D7-4CB8-9116-7BCD9F754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JCCA doc - Còpia</Template>
  <TotalTime>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Plec de clàusules administratives particulars procediment obert ordinari</vt:lpstr>
      <vt:lpstr/>
    </vt:vector>
  </TitlesOfParts>
  <Company>Agència Catalana de Turisme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de clàusules administratives particulars procediment obert ordinari</dc:title>
  <dc:subject>Plec de clàusules administratives particulars procediment obert ordinari</dc:subject>
  <dc:creator>Assessoria Jurídica i Contractació</dc:creator>
  <cp:keywords>Plec de clàusules administratives particulars; PCAP; Obert;</cp:keywords>
  <dc:description/>
  <cp:lastModifiedBy>Palau Castañé, Marc</cp:lastModifiedBy>
  <cp:revision>2</cp:revision>
  <cp:lastPrinted>2024-04-12T10:59:00Z</cp:lastPrinted>
  <dcterms:created xsi:type="dcterms:W3CDTF">2024-04-18T07:19:00Z</dcterms:created>
  <dcterms:modified xsi:type="dcterms:W3CDTF">2024-04-18T07:19:00Z</dcterms:modified>
</cp:coreProperties>
</file>